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33A26" w:rsidR="00B9759D" w:rsidP="202A6D1E" w:rsidRDefault="00B9759D" w14:paraId="2B3E1149" w14:textId="0A153CD8">
      <w:pPr>
        <w:rPr>
          <w:rFonts w:ascii="Verdana" w:hAnsi="Verdana" w:asciiTheme="minorAscii" w:hAnsiTheme="minorAscii"/>
          <w:b w:val="1"/>
          <w:bCs w:val="1"/>
          <w:sz w:val="24"/>
          <w:szCs w:val="24"/>
        </w:rPr>
      </w:pPr>
      <w:r w:rsidRPr="06AAC683" w:rsidR="00B9759D">
        <w:rPr>
          <w:rFonts w:ascii="Verdana" w:hAnsi="Verdana" w:asciiTheme="minorAscii" w:hAnsiTheme="minorAscii"/>
          <w:b w:val="1"/>
          <w:bCs w:val="1"/>
          <w:sz w:val="24"/>
          <w:szCs w:val="24"/>
        </w:rPr>
        <w:t>Social Media Copy</w:t>
      </w:r>
      <w:r w:rsidRPr="06AAC683" w:rsidR="002D2503">
        <w:rPr>
          <w:rFonts w:ascii="Verdana" w:hAnsi="Verdana" w:asciiTheme="minorAscii" w:hAnsiTheme="minorAscii"/>
          <w:b w:val="1"/>
          <w:bCs w:val="1"/>
          <w:sz w:val="24"/>
          <w:szCs w:val="24"/>
        </w:rPr>
        <w:t xml:space="preserve"> Guide</w:t>
      </w:r>
    </w:p>
    <w:p w:rsidRPr="00A74299" w:rsidR="00271C65" w:rsidP="06AAC683" w:rsidRDefault="00EA13F1" w14:paraId="75696C10" w14:textId="2494AF9A">
      <w:pPr>
        <w:pStyle w:val="Normal"/>
        <w:spacing w:line="240" w:lineRule="auto"/>
        <w:rPr>
          <w:rFonts w:ascii="Verdana" w:hAnsi="Verdana" w:asciiTheme="minorAscii" w:hAnsiTheme="minorAscii"/>
          <w:sz w:val="24"/>
          <w:szCs w:val="24"/>
        </w:rPr>
      </w:pPr>
      <w:r w:rsidRPr="06AAC683" w:rsidR="00EA13F1">
        <w:rPr>
          <w:rFonts w:ascii="Verdana" w:hAnsi="Verdana" w:asciiTheme="minorAscii" w:hAnsiTheme="minorAscii"/>
          <w:sz w:val="24"/>
          <w:szCs w:val="24"/>
        </w:rPr>
        <w:t xml:space="preserve">Below are posting guidelines and </w:t>
      </w:r>
      <w:r w:rsidRPr="06AAC683" w:rsidR="00EA13F1">
        <w:rPr>
          <w:rFonts w:ascii="Verdana" w:hAnsi="Verdana" w:asciiTheme="minorAscii" w:hAnsiTheme="minorAscii"/>
          <w:sz w:val="24"/>
          <w:szCs w:val="24"/>
        </w:rPr>
        <w:t xml:space="preserve">social media copy to use with the </w:t>
      </w:r>
      <w:r w:rsidRPr="06AAC683" w:rsidR="00DE0A22">
        <w:rPr>
          <w:rFonts w:ascii="Verdana" w:hAnsi="Verdana" w:asciiTheme="minorAscii" w:hAnsiTheme="minorAscii"/>
          <w:sz w:val="24"/>
          <w:szCs w:val="24"/>
        </w:rPr>
        <w:t xml:space="preserve">flu social media </w:t>
      </w:r>
      <w:r w:rsidRPr="06AAC683" w:rsidR="00EA13F1">
        <w:rPr>
          <w:rFonts w:ascii="Verdana" w:hAnsi="Verdana" w:asciiTheme="minorAscii" w:hAnsiTheme="minorAscii"/>
          <w:sz w:val="24"/>
          <w:szCs w:val="24"/>
        </w:rPr>
        <w:t xml:space="preserve">campaign images. </w:t>
      </w:r>
      <w:r w:rsidRPr="06AAC683" w:rsidR="00271C65">
        <w:rPr>
          <w:rFonts w:ascii="Verdana" w:hAnsi="Verdana" w:asciiTheme="minorAscii" w:hAnsiTheme="minorAscii"/>
          <w:sz w:val="24"/>
          <w:szCs w:val="24"/>
        </w:rPr>
        <w:t xml:space="preserve">DSHS encourages organizations </w:t>
      </w:r>
      <w:r w:rsidRPr="06AAC683" w:rsidR="00EA13F1">
        <w:rPr>
          <w:rFonts w:ascii="Verdana" w:hAnsi="Verdana" w:asciiTheme="minorAscii" w:hAnsiTheme="minorAscii"/>
          <w:sz w:val="24"/>
          <w:szCs w:val="24"/>
        </w:rPr>
        <w:t xml:space="preserve">to </w:t>
      </w:r>
      <w:r w:rsidRPr="06AAC683" w:rsidR="1F829E99">
        <w:rPr>
          <w:rFonts w:ascii="Verdana" w:hAnsi="Verdana" w:asciiTheme="minorAscii" w:hAnsiTheme="minorAscii"/>
          <w:sz w:val="24"/>
          <w:szCs w:val="24"/>
        </w:rPr>
        <w:t>explore using</w:t>
      </w:r>
      <w:r w:rsidRPr="06AAC683" w:rsidR="00EA13F1">
        <w:rPr>
          <w:rFonts w:ascii="Verdana" w:hAnsi="Verdana" w:asciiTheme="minorAscii" w:hAnsiTheme="minorAscii"/>
          <w:sz w:val="24"/>
          <w:szCs w:val="24"/>
        </w:rPr>
        <w:t xml:space="preserve"> </w:t>
      </w:r>
      <w:r w:rsidRPr="06AAC683" w:rsidR="00FE5803">
        <w:rPr>
          <w:rFonts w:ascii="Verdana" w:hAnsi="Verdana" w:asciiTheme="minorAscii" w:hAnsiTheme="minorAscii"/>
          <w:sz w:val="24"/>
          <w:szCs w:val="24"/>
        </w:rPr>
        <w:t>you</w:t>
      </w:r>
      <w:r w:rsidRPr="06AAC683" w:rsidR="00EA13F1">
        <w:rPr>
          <w:rFonts w:ascii="Verdana" w:hAnsi="Verdana" w:asciiTheme="minorAscii" w:hAnsiTheme="minorAscii"/>
          <w:sz w:val="24"/>
          <w:szCs w:val="24"/>
        </w:rPr>
        <w:t>r</w:t>
      </w:r>
      <w:r w:rsidRPr="06AAC683" w:rsidR="00EA13F1">
        <w:rPr>
          <w:rFonts w:ascii="Verdana" w:hAnsi="Verdana" w:asciiTheme="minorAscii" w:hAnsiTheme="minorAscii"/>
          <w:sz w:val="24"/>
          <w:szCs w:val="24"/>
        </w:rPr>
        <w:t xml:space="preserve"> own graphics </w:t>
      </w:r>
      <w:r w:rsidRPr="06AAC683" w:rsidR="00BC7A6D">
        <w:rPr>
          <w:rFonts w:ascii="Verdana" w:hAnsi="Verdana" w:asciiTheme="minorAscii" w:hAnsiTheme="minorAscii"/>
          <w:sz w:val="24"/>
          <w:szCs w:val="24"/>
        </w:rPr>
        <w:t xml:space="preserve">along with the </w:t>
      </w:r>
      <w:r w:rsidRPr="06AAC683" w:rsidR="00EF79BD">
        <w:rPr>
          <w:rFonts w:ascii="Verdana" w:hAnsi="Verdana" w:asciiTheme="minorAscii" w:hAnsiTheme="minorAscii"/>
          <w:sz w:val="24"/>
          <w:szCs w:val="24"/>
        </w:rPr>
        <w:t xml:space="preserve">suggested captions </w:t>
      </w:r>
      <w:r w:rsidRPr="06AAC683" w:rsidR="00EA13F1">
        <w:rPr>
          <w:rFonts w:ascii="Verdana" w:hAnsi="Verdana" w:asciiTheme="minorAscii" w:hAnsiTheme="minorAscii"/>
          <w:sz w:val="24"/>
          <w:szCs w:val="24"/>
        </w:rPr>
        <w:t xml:space="preserve">on </w:t>
      </w:r>
      <w:r w:rsidRPr="06AAC683" w:rsidR="008453ED">
        <w:rPr>
          <w:rFonts w:ascii="Verdana" w:hAnsi="Verdana" w:asciiTheme="minorAscii" w:hAnsiTheme="minorAscii"/>
          <w:sz w:val="24"/>
          <w:szCs w:val="24"/>
        </w:rPr>
        <w:t>your</w:t>
      </w:r>
      <w:r w:rsidRPr="06AAC683" w:rsidR="00EA13F1">
        <w:rPr>
          <w:rFonts w:ascii="Verdana" w:hAnsi="Verdana" w:asciiTheme="minorAscii" w:hAnsiTheme="minorAscii"/>
          <w:sz w:val="24"/>
          <w:szCs w:val="24"/>
        </w:rPr>
        <w:t xml:space="preserve"> social media platforms</w:t>
      </w:r>
      <w:r w:rsidRPr="06AAC683" w:rsidR="0056783F">
        <w:rPr>
          <w:rFonts w:ascii="Verdana" w:hAnsi="Verdana" w:asciiTheme="minorAscii" w:hAnsiTheme="minorAscii"/>
          <w:sz w:val="24"/>
          <w:szCs w:val="24"/>
        </w:rPr>
        <w:t xml:space="preserve">, </w:t>
      </w:r>
      <w:r w:rsidRPr="06AAC683" w:rsidR="00271C65">
        <w:rPr>
          <w:rFonts w:ascii="Verdana" w:hAnsi="Verdana" w:asciiTheme="minorAscii" w:hAnsiTheme="minorAscii"/>
          <w:sz w:val="24"/>
          <w:szCs w:val="24"/>
        </w:rPr>
        <w:t>personaliz</w:t>
      </w:r>
      <w:r w:rsidRPr="06AAC683" w:rsidR="0056783F">
        <w:rPr>
          <w:rFonts w:ascii="Verdana" w:hAnsi="Verdana" w:asciiTheme="minorAscii" w:hAnsiTheme="minorAscii"/>
          <w:sz w:val="24"/>
          <w:szCs w:val="24"/>
        </w:rPr>
        <w:t>ing</w:t>
      </w:r>
      <w:r w:rsidRPr="06AAC683" w:rsidR="00271C65">
        <w:rPr>
          <w:rFonts w:ascii="Verdana" w:hAnsi="Verdana" w:asciiTheme="minorAscii" w:hAnsiTheme="minorAscii"/>
          <w:sz w:val="24"/>
          <w:szCs w:val="24"/>
        </w:rPr>
        <w:t xml:space="preserve"> </w:t>
      </w:r>
      <w:r w:rsidRPr="06AAC683" w:rsidR="00BB1E8B">
        <w:rPr>
          <w:rFonts w:ascii="Verdana" w:hAnsi="Verdana" w:asciiTheme="minorAscii" w:hAnsiTheme="minorAscii"/>
          <w:sz w:val="24"/>
          <w:szCs w:val="24"/>
        </w:rPr>
        <w:t>posts</w:t>
      </w:r>
      <w:r w:rsidRPr="06AAC683" w:rsidR="00271C65">
        <w:rPr>
          <w:rFonts w:ascii="Verdana" w:hAnsi="Verdana" w:asciiTheme="minorAscii" w:hAnsiTheme="minorAscii"/>
          <w:sz w:val="24"/>
          <w:szCs w:val="24"/>
        </w:rPr>
        <w:t xml:space="preserve"> for the </w:t>
      </w:r>
      <w:r w:rsidRPr="06AAC683" w:rsidR="0004311A">
        <w:rPr>
          <w:rFonts w:ascii="Verdana" w:hAnsi="Verdana" w:asciiTheme="minorAscii" w:hAnsiTheme="minorAscii"/>
          <w:sz w:val="24"/>
          <w:szCs w:val="24"/>
        </w:rPr>
        <w:t xml:space="preserve">target </w:t>
      </w:r>
      <w:r w:rsidRPr="06AAC683" w:rsidR="00271C65">
        <w:rPr>
          <w:rFonts w:ascii="Verdana" w:hAnsi="Verdana" w:asciiTheme="minorAscii" w:hAnsiTheme="minorAscii"/>
          <w:sz w:val="24"/>
          <w:szCs w:val="24"/>
        </w:rPr>
        <w:t>a</w:t>
      </w:r>
      <w:r w:rsidRPr="06AAC683" w:rsidR="00907E04">
        <w:rPr>
          <w:rFonts w:ascii="Verdana" w:hAnsi="Verdana" w:asciiTheme="minorAscii" w:hAnsiTheme="minorAscii"/>
          <w:sz w:val="24"/>
          <w:szCs w:val="24"/>
        </w:rPr>
        <w:t>udience</w:t>
      </w:r>
      <w:r w:rsidRPr="06AAC683" w:rsidR="0004311A">
        <w:rPr>
          <w:rFonts w:ascii="Verdana" w:hAnsi="Verdana" w:asciiTheme="minorAscii" w:hAnsiTheme="minorAscii"/>
          <w:sz w:val="24"/>
          <w:szCs w:val="24"/>
        </w:rPr>
        <w:t>.</w:t>
      </w:r>
    </w:p>
    <w:p w:rsidRPr="00033A26" w:rsidR="00726507" w:rsidP="202A6D1E" w:rsidRDefault="00726507" w14:paraId="7BE0E027" w14:textId="34B255DA">
      <w:pPr>
        <w:pStyle w:val="Normal"/>
        <w:spacing w:line="240" w:lineRule="auto"/>
        <w:rPr>
          <w:rFonts w:ascii="Verdana" w:hAnsi="Verdana" w:asciiTheme="minorAscii" w:hAnsiTheme="minorAscii"/>
          <w:sz w:val="24"/>
          <w:szCs w:val="24"/>
        </w:rPr>
      </w:pPr>
    </w:p>
    <w:p w:rsidRPr="00033A26" w:rsidR="00726507" w:rsidP="06AAC683" w:rsidRDefault="00726507" w14:paraId="3724E9B8" w14:textId="7B59261B">
      <w:pPr>
        <w:spacing w:line="240" w:lineRule="auto"/>
        <w:rPr>
          <w:rFonts w:ascii="Verdana" w:hAnsi="Verdana" w:asciiTheme="minorAscii" w:hAnsiTheme="minorAscii"/>
          <w:b w:val="1"/>
          <w:bCs w:val="1"/>
          <w:sz w:val="24"/>
          <w:szCs w:val="24"/>
        </w:rPr>
      </w:pPr>
      <w:r w:rsidRPr="06AAC683" w:rsidR="00726507">
        <w:rPr>
          <w:rFonts w:ascii="Verdana" w:hAnsi="Verdana" w:asciiTheme="minorAscii" w:hAnsiTheme="minorAscii"/>
          <w:b w:val="1"/>
          <w:bCs w:val="1"/>
          <w:sz w:val="24"/>
          <w:szCs w:val="24"/>
        </w:rPr>
        <w:t>NOTE</w:t>
      </w:r>
      <w:r w:rsidRPr="06AAC683" w:rsidR="00890DBF">
        <w:rPr>
          <w:rFonts w:ascii="Verdana" w:hAnsi="Verdana" w:asciiTheme="minorAscii" w:hAnsiTheme="minorAscii"/>
          <w:b w:val="1"/>
          <w:bCs w:val="1"/>
          <w:sz w:val="24"/>
          <w:szCs w:val="24"/>
        </w:rPr>
        <w:t xml:space="preserve"> ON </w:t>
      </w:r>
      <w:r w:rsidRPr="06AAC683" w:rsidR="000B44A0">
        <w:rPr>
          <w:rFonts w:ascii="Verdana" w:hAnsi="Verdana" w:asciiTheme="minorAscii" w:hAnsiTheme="minorAscii"/>
          <w:b w:val="1"/>
          <w:bCs w:val="1"/>
          <w:sz w:val="24"/>
          <w:szCs w:val="24"/>
        </w:rPr>
        <w:t>IMAGES</w:t>
      </w:r>
    </w:p>
    <w:p w:rsidRPr="00033A26" w:rsidR="00726507" w:rsidP="202A6D1E" w:rsidRDefault="00726507" w14:paraId="1E26FAD5" w14:textId="5F3E50F5">
      <w:pPr>
        <w:spacing w:after="0" w:line="240" w:lineRule="auto"/>
        <w:rPr>
          <w:rFonts w:ascii="Verdana" w:hAnsi="Verdana" w:asciiTheme="minorAscii" w:hAnsiTheme="minorAscii"/>
          <w:sz w:val="24"/>
          <w:szCs w:val="24"/>
        </w:rPr>
      </w:pP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All images </w:t>
      </w:r>
      <w:r w:rsidRPr="06AAC683" w:rsidR="00DD5035">
        <w:rPr>
          <w:rFonts w:ascii="Verdana" w:hAnsi="Verdana" w:asciiTheme="minorAscii" w:hAnsiTheme="minorAscii"/>
          <w:sz w:val="24"/>
          <w:szCs w:val="24"/>
        </w:rPr>
        <w:t>are in the flu social media campaign image folder</w:t>
      </w:r>
      <w:r w:rsidRPr="06AAC683" w:rsidR="005D5C05">
        <w:rPr>
          <w:rFonts w:ascii="Verdana" w:hAnsi="Verdana" w:asciiTheme="minorAscii" w:hAnsiTheme="minorAscii"/>
          <w:sz w:val="24"/>
          <w:szCs w:val="24"/>
        </w:rPr>
        <w:t>,</w:t>
      </w:r>
      <w:r w:rsidRPr="06AAC683" w:rsidR="00DD5035">
        <w:rPr>
          <w:rFonts w:ascii="Verdana" w:hAnsi="Verdana" w:asciiTheme="minorAscii" w:hAnsiTheme="minorAscii"/>
          <w:sz w:val="24"/>
          <w:szCs w:val="24"/>
        </w:rPr>
        <w:t xml:space="preserve"> organized by</w:t>
      </w:r>
      <w:r w:rsidRPr="06AAC683" w:rsidR="00DD5035">
        <w:rPr>
          <w:rFonts w:ascii="Verdana" w:hAnsi="Verdana" w:asciiTheme="minorAscii" w:hAnsiTheme="minorAscii"/>
          <w:sz w:val="24"/>
          <w:szCs w:val="24"/>
        </w:rPr>
        <w:t xml:space="preserve"> theme</w:t>
      </w:r>
      <w:r w:rsidRPr="06AAC683" w:rsidR="00DD5035">
        <w:rPr>
          <w:rFonts w:ascii="Verdana" w:hAnsi="Verdana" w:asciiTheme="minorAscii" w:hAnsiTheme="minorAscii"/>
          <w:sz w:val="24"/>
          <w:szCs w:val="24"/>
        </w:rPr>
        <w:t xml:space="preserve">. Images are </w:t>
      </w:r>
      <w:r w:rsidRPr="06AAC683" w:rsidR="00904625">
        <w:rPr>
          <w:rFonts w:ascii="Verdana" w:hAnsi="Verdana" w:asciiTheme="minorAscii" w:hAnsiTheme="minorAscii"/>
          <w:sz w:val="24"/>
          <w:szCs w:val="24"/>
        </w:rPr>
        <w:t>compatible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 with</w:t>
      </w:r>
      <w:r w:rsidRPr="06AAC683" w:rsidR="00DD5035">
        <w:rPr>
          <w:rFonts w:ascii="Verdana" w:hAnsi="Verdana" w:asciiTheme="minorAscii" w:hAnsiTheme="minorAscii"/>
          <w:sz w:val="24"/>
          <w:szCs w:val="24"/>
        </w:rPr>
        <w:t xml:space="preserve"> the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 copy</w:t>
      </w:r>
      <w:r w:rsidRPr="06AAC683" w:rsidR="00DD5035">
        <w:rPr>
          <w:rFonts w:ascii="Verdana" w:hAnsi="Verdana" w:asciiTheme="minorAscii" w:hAnsiTheme="minorAscii"/>
          <w:sz w:val="24"/>
          <w:szCs w:val="24"/>
        </w:rPr>
        <w:t xml:space="preserve"> below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. </w:t>
      </w:r>
      <w:r w:rsidRPr="06AAC683" w:rsidR="00693406">
        <w:rPr>
          <w:rFonts w:ascii="Verdana" w:hAnsi="Verdana" w:asciiTheme="minorAscii" w:hAnsiTheme="minorAscii"/>
          <w:sz w:val="24"/>
          <w:szCs w:val="24"/>
        </w:rPr>
        <w:t>Choose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 </w:t>
      </w:r>
      <w:r w:rsidRPr="06AAC683" w:rsidR="00F165F7">
        <w:rPr>
          <w:rFonts w:ascii="Verdana" w:hAnsi="Verdana" w:asciiTheme="minorAscii" w:hAnsiTheme="minorAscii"/>
          <w:sz w:val="24"/>
          <w:szCs w:val="24"/>
        </w:rPr>
        <w:t>a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 caption that works well with the image</w:t>
      </w:r>
      <w:r w:rsidRPr="06AAC683" w:rsidR="00FE21F0">
        <w:rPr>
          <w:rFonts w:ascii="Verdana" w:hAnsi="Verdana" w:asciiTheme="minorAscii" w:hAnsiTheme="minorAscii"/>
          <w:sz w:val="24"/>
          <w:szCs w:val="24"/>
        </w:rPr>
        <w:t xml:space="preserve">, 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resonates most with the community </w:t>
      </w:r>
      <w:r w:rsidRPr="06AAC683" w:rsidR="00DD5035">
        <w:rPr>
          <w:rFonts w:ascii="Verdana" w:hAnsi="Verdana" w:asciiTheme="minorAscii" w:hAnsiTheme="minorAscii"/>
          <w:sz w:val="24"/>
          <w:szCs w:val="24"/>
        </w:rPr>
        <w:t>you serve</w:t>
      </w:r>
      <w:r w:rsidRPr="06AAC683" w:rsidR="00F165F7">
        <w:rPr>
          <w:rFonts w:ascii="Verdana" w:hAnsi="Verdana" w:asciiTheme="minorAscii" w:hAnsiTheme="minorAscii"/>
          <w:sz w:val="24"/>
          <w:szCs w:val="24"/>
        </w:rPr>
        <w:t xml:space="preserve"> and 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best 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>represents</w:t>
      </w:r>
      <w:r w:rsidRPr="06AAC683" w:rsidR="00726507">
        <w:rPr>
          <w:rFonts w:ascii="Verdana" w:hAnsi="Verdana" w:asciiTheme="minorAscii" w:hAnsiTheme="minorAscii"/>
          <w:sz w:val="24"/>
          <w:szCs w:val="24"/>
        </w:rPr>
        <w:t xml:space="preserve"> your desired message. </w:t>
      </w:r>
    </w:p>
    <w:p w:rsidRPr="00033A26" w:rsidR="00EA13F1" w:rsidP="202A6D1E" w:rsidRDefault="00EA13F1" w14:paraId="1053200B" w14:textId="77777777">
      <w:pPr>
        <w:spacing w:line="240" w:lineRule="auto"/>
        <w:rPr>
          <w:rFonts w:ascii="Verdana" w:hAnsi="Verdana" w:asciiTheme="minorAscii" w:hAnsiTheme="minorAscii"/>
          <w:b w:val="1"/>
          <w:bCs w:val="1"/>
          <w:sz w:val="24"/>
          <w:szCs w:val="24"/>
        </w:rPr>
      </w:pPr>
    </w:p>
    <w:p w:rsidRPr="00033A26" w:rsidR="00B9759D" w:rsidP="202A6D1E" w:rsidRDefault="00B9759D" w14:paraId="6D0550E5" w14:textId="612D244F">
      <w:pPr>
        <w:spacing w:line="240" w:lineRule="auto"/>
        <w:rPr>
          <w:rFonts w:ascii="Verdana" w:hAnsi="Verdana" w:asciiTheme="minorAscii" w:hAnsiTheme="minorAscii"/>
          <w:b w:val="1"/>
          <w:bCs w:val="1"/>
          <w:sz w:val="24"/>
          <w:szCs w:val="24"/>
        </w:rPr>
      </w:pPr>
      <w:r w:rsidRPr="202A6D1E" w:rsidR="00B9759D">
        <w:rPr>
          <w:rFonts w:ascii="Verdana" w:hAnsi="Verdana" w:asciiTheme="minorAscii" w:hAnsiTheme="minorAscii"/>
          <w:b w:val="1"/>
          <w:bCs w:val="1"/>
          <w:sz w:val="24"/>
          <w:szCs w:val="24"/>
        </w:rPr>
        <w:t>POST</w:t>
      </w:r>
      <w:r w:rsidRPr="202A6D1E" w:rsidR="00587111">
        <w:rPr>
          <w:rFonts w:ascii="Verdana" w:hAnsi="Verdana" w:asciiTheme="minorAscii" w:hAnsiTheme="minorAscii"/>
          <w:b w:val="1"/>
          <w:bCs w:val="1"/>
          <w:sz w:val="24"/>
          <w:szCs w:val="24"/>
        </w:rPr>
        <w:t>ING</w:t>
      </w:r>
      <w:r w:rsidRPr="202A6D1E" w:rsidR="00B9759D">
        <w:rPr>
          <w:rFonts w:ascii="Verdana" w:hAnsi="Verdana" w:asciiTheme="minorAscii" w:hAnsiTheme="minorAscii"/>
          <w:b w:val="1"/>
          <w:bCs w:val="1"/>
          <w:sz w:val="24"/>
          <w:szCs w:val="24"/>
        </w:rPr>
        <w:t xml:space="preserve"> GUIDELINES</w:t>
      </w:r>
    </w:p>
    <w:p w:rsidRPr="00033A26" w:rsidR="00B9759D" w:rsidP="202A6D1E" w:rsidRDefault="00B9759D" w14:paraId="7FFD50D5" w14:textId="6D12B827">
      <w:pPr>
        <w:spacing w:line="240" w:lineRule="auto"/>
        <w:rPr>
          <w:rFonts w:ascii="Verdana" w:hAnsi="Verdana" w:asciiTheme="minorAscii" w:hAnsiTheme="minorAscii"/>
          <w:b w:val="1"/>
          <w:bCs w:val="1"/>
          <w:color w:val="000000" w:themeColor="text1"/>
          <w:sz w:val="24"/>
          <w:szCs w:val="24"/>
        </w:rPr>
      </w:pPr>
      <w:r w:rsidRPr="202A6D1E" w:rsidR="00B9759D">
        <w:rPr>
          <w:rFonts w:ascii="Verdana" w:hAnsi="Verdana" w:asciiTheme="minorAscii" w:hAnsiTheme="minorAscii"/>
          <w:sz w:val="24"/>
          <w:szCs w:val="24"/>
        </w:rPr>
        <w:t xml:space="preserve">Social media posts are intended for Facebook, </w:t>
      </w:r>
      <w:r w:rsidRPr="202A6D1E" w:rsidR="00B9759D">
        <w:rPr>
          <w:rFonts w:ascii="Verdana" w:hAnsi="Verdana" w:asciiTheme="minorAscii" w:hAnsiTheme="minorAscii"/>
          <w:sz w:val="24"/>
          <w:szCs w:val="24"/>
        </w:rPr>
        <w:t>Instagram</w:t>
      </w:r>
      <w:r w:rsidRPr="202A6D1E" w:rsidR="7877963A">
        <w:rPr>
          <w:rFonts w:ascii="Verdana" w:hAnsi="Verdana" w:asciiTheme="minorAscii" w:hAnsiTheme="minorAscii"/>
          <w:sz w:val="24"/>
          <w:szCs w:val="24"/>
        </w:rPr>
        <w:t xml:space="preserve"> </w:t>
      </w:r>
      <w:r w:rsidRPr="202A6D1E" w:rsidR="00B9759D">
        <w:rPr>
          <w:rFonts w:ascii="Verdana" w:hAnsi="Verdana" w:asciiTheme="minorAscii" w:hAnsiTheme="minorAscii"/>
          <w:sz w:val="24"/>
          <w:szCs w:val="24"/>
        </w:rPr>
        <w:t>and T</w:t>
      </w:r>
      <w:r w:rsidRPr="202A6D1E" w:rsidR="001F01CA">
        <w:rPr>
          <w:rFonts w:ascii="Verdana" w:hAnsi="Verdana" w:asciiTheme="minorAscii" w:hAnsiTheme="minorAscii"/>
          <w:sz w:val="24"/>
          <w:szCs w:val="24"/>
        </w:rPr>
        <w:t>hreads</w:t>
      </w:r>
      <w:r w:rsidRPr="202A6D1E" w:rsidR="00B9759D">
        <w:rPr>
          <w:rFonts w:ascii="Verdana" w:hAnsi="Verdana" w:asciiTheme="minorAscii" w:hAnsiTheme="minorAscii"/>
          <w:sz w:val="24"/>
          <w:szCs w:val="24"/>
        </w:rPr>
        <w:t>. Below are some suggested guidelines for posts</w:t>
      </w:r>
      <w:r w:rsidRPr="202A6D1E" w:rsidR="00655F5D">
        <w:rPr>
          <w:rFonts w:ascii="Verdana" w:hAnsi="Verdana" w:asciiTheme="minorAscii" w:hAnsiTheme="minorAscii"/>
          <w:sz w:val="24"/>
          <w:szCs w:val="24"/>
        </w:rPr>
        <w:t>.</w:t>
      </w:r>
    </w:p>
    <w:p w:rsidRPr="00033A26" w:rsidR="00705097" w:rsidP="202A6D1E" w:rsidRDefault="001F01CA" w14:paraId="79B86E1D" w14:textId="3A5FE9DA">
      <w:pPr>
        <w:pStyle w:val="CommentText"/>
        <w:rPr>
          <w:rFonts w:ascii="Verdana" w:hAnsi="Verdana" w:asciiTheme="minorAscii" w:hAnsiTheme="minorAscii"/>
          <w:i w:val="1"/>
          <w:iCs w:val="1"/>
          <w:sz w:val="24"/>
          <w:szCs w:val="24"/>
        </w:rPr>
      </w:pPr>
      <w:r w:rsidRPr="202A6D1E" w:rsidR="001F01CA">
        <w:rPr>
          <w:rFonts w:ascii="Verdana" w:hAnsi="Verdana" w:asciiTheme="minorAscii" w:hAnsiTheme="minorAscii"/>
          <w:b w:val="1"/>
          <w:bCs w:val="1"/>
          <w:i w:val="1"/>
          <w:iCs w:val="1"/>
          <w:sz w:val="24"/>
          <w:szCs w:val="24"/>
        </w:rPr>
        <w:t>Threads</w:t>
      </w:r>
      <w:r w:rsidRPr="202A6D1E" w:rsidR="00705097">
        <w:rPr>
          <w:rFonts w:ascii="Verdana" w:hAnsi="Verdana" w:asciiTheme="minorAscii" w:hAnsiTheme="minorAscii"/>
          <w:b w:val="1"/>
          <w:bCs w:val="1"/>
          <w:i w:val="1"/>
          <w:iCs w:val="1"/>
          <w:sz w:val="24"/>
          <w:szCs w:val="24"/>
        </w:rPr>
        <w:t>: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</w:t>
      </w:r>
      <w:r w:rsidRPr="202A6D1E" w:rsidR="000B27B8">
        <w:rPr>
          <w:rFonts w:ascii="Verdana" w:hAnsi="Verdana" w:asciiTheme="minorAscii" w:hAnsiTheme="minorAscii"/>
          <w:i w:val="1"/>
          <w:iCs w:val="1"/>
          <w:sz w:val="24"/>
          <w:szCs w:val="24"/>
        </w:rPr>
        <w:t>200</w:t>
      </w:r>
      <w:r w:rsidRPr="202A6D1E" w:rsidR="008E5B10">
        <w:rPr>
          <w:rFonts w:ascii="Verdana" w:hAnsi="Verdana" w:asciiTheme="minorAscii" w:hAnsiTheme="minorAscii"/>
          <w:i w:val="1"/>
          <w:iCs w:val="1"/>
          <w:sz w:val="24"/>
          <w:szCs w:val="24"/>
        </w:rPr>
        <w:t>–</w:t>
      </w:r>
      <w:r w:rsidRPr="202A6D1E" w:rsidR="000B27B8">
        <w:rPr>
          <w:rFonts w:ascii="Verdana" w:hAnsi="Verdana" w:asciiTheme="minorAscii" w:hAnsiTheme="minorAscii"/>
          <w:i w:val="1"/>
          <w:iCs w:val="1"/>
          <w:sz w:val="24"/>
          <w:szCs w:val="24"/>
        </w:rPr>
        <w:t>300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characters</w:t>
      </w:r>
      <w:r w:rsidRPr="202A6D1E" w:rsidR="00ED10CC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max per post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>, including spaces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. Continue posting </w:t>
      </w:r>
      <w:r w:rsidRPr="202A6D1E" w:rsidR="00ED10CC">
        <w:rPr>
          <w:rFonts w:ascii="Verdana" w:hAnsi="Verdana" w:asciiTheme="minorAscii" w:hAnsiTheme="minorAscii"/>
          <w:i w:val="1"/>
          <w:iCs w:val="1"/>
          <w:sz w:val="24"/>
          <w:szCs w:val="24"/>
        </w:rPr>
        <w:t>from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October </w:t>
      </w:r>
      <w:r w:rsidRPr="202A6D1E" w:rsidR="00ED10CC">
        <w:rPr>
          <w:rFonts w:ascii="Verdana" w:hAnsi="Verdana" w:asciiTheme="minorAscii" w:hAnsiTheme="minorAscii"/>
          <w:i w:val="1"/>
          <w:iCs w:val="1"/>
          <w:sz w:val="24"/>
          <w:szCs w:val="24"/>
        </w:rPr>
        <w:t>to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March of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next year. Use multiple hashtags. </w:t>
      </w:r>
    </w:p>
    <w:p w:rsidRPr="00033A26" w:rsidR="00705097" w:rsidP="202A6D1E" w:rsidRDefault="00705097" w14:paraId="06C2C97D" w14:textId="43BCC698">
      <w:pPr>
        <w:spacing w:line="240" w:lineRule="auto"/>
        <w:rPr>
          <w:rFonts w:ascii="Verdana" w:hAnsi="Verdana" w:asciiTheme="minorAscii" w:hAnsiTheme="minorAscii"/>
          <w:i w:val="1"/>
          <w:iCs w:val="1"/>
          <w:sz w:val="24"/>
          <w:szCs w:val="24"/>
        </w:rPr>
      </w:pPr>
      <w:r w:rsidRPr="202A6D1E" w:rsidR="00705097">
        <w:rPr>
          <w:rFonts w:ascii="Verdana" w:hAnsi="Verdana" w:asciiTheme="minorAscii" w:hAnsiTheme="minorAscii"/>
          <w:b w:val="1"/>
          <w:bCs w:val="1"/>
          <w:i w:val="1"/>
          <w:iCs w:val="1"/>
          <w:sz w:val="24"/>
          <w:szCs w:val="24"/>
        </w:rPr>
        <w:t xml:space="preserve">Facebook: </w:t>
      </w:r>
      <w:r w:rsidRPr="202A6D1E" w:rsidR="0095441A">
        <w:rPr>
          <w:rFonts w:ascii="Verdana" w:hAnsi="Verdana" w:asciiTheme="minorAscii" w:hAnsiTheme="minorAscii"/>
          <w:i w:val="1"/>
          <w:iCs w:val="1"/>
          <w:sz w:val="24"/>
          <w:szCs w:val="24"/>
        </w:rPr>
        <w:t>F</w:t>
      </w:r>
      <w:r w:rsidRPr="202A6D1E" w:rsidR="00364FDE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our 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sentences or less per post. If you do choose a longer caption, use paragraph spaces to break up the text. Continue posting </w:t>
      </w:r>
      <w:r w:rsidRPr="202A6D1E" w:rsidR="000E195D">
        <w:rPr>
          <w:rFonts w:ascii="Verdana" w:hAnsi="Verdana" w:asciiTheme="minorAscii" w:hAnsiTheme="minorAscii"/>
          <w:i w:val="1"/>
          <w:iCs w:val="1"/>
          <w:sz w:val="24"/>
          <w:szCs w:val="24"/>
        </w:rPr>
        <w:t>from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October </w:t>
      </w:r>
      <w:r w:rsidRPr="202A6D1E" w:rsidR="000E195D">
        <w:rPr>
          <w:rFonts w:ascii="Verdana" w:hAnsi="Verdana" w:asciiTheme="minorAscii" w:hAnsiTheme="minorAscii"/>
          <w:i w:val="1"/>
          <w:iCs w:val="1"/>
          <w:sz w:val="24"/>
          <w:szCs w:val="24"/>
        </w:rPr>
        <w:t>to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March of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next year.</w:t>
      </w:r>
    </w:p>
    <w:p w:rsidRPr="00033A26" w:rsidR="00705097" w:rsidP="202A6D1E" w:rsidRDefault="00705097" w14:paraId="060D90F5" w14:textId="5DB41AED">
      <w:pPr>
        <w:spacing w:after="0" w:line="240" w:lineRule="auto"/>
        <w:rPr>
          <w:rFonts w:ascii="Verdana" w:hAnsi="Verdana" w:asciiTheme="minorAscii" w:hAnsiTheme="minorAscii"/>
          <w:i w:val="1"/>
          <w:iCs w:val="1"/>
          <w:sz w:val="24"/>
          <w:szCs w:val="24"/>
        </w:rPr>
      </w:pPr>
      <w:r w:rsidRPr="202A6D1E" w:rsidR="00705097">
        <w:rPr>
          <w:rFonts w:ascii="Verdana" w:hAnsi="Verdana" w:asciiTheme="minorAscii" w:hAnsiTheme="minorAscii"/>
          <w:b w:val="1"/>
          <w:bCs w:val="1"/>
          <w:i w:val="1"/>
          <w:iCs w:val="1"/>
          <w:sz w:val="24"/>
          <w:szCs w:val="24"/>
        </w:rPr>
        <w:t>Instagram: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</w:t>
      </w:r>
      <w:r w:rsidRPr="202A6D1E" w:rsidR="0095441A">
        <w:rPr>
          <w:rFonts w:ascii="Verdana" w:hAnsi="Verdana" w:asciiTheme="minorAscii" w:hAnsiTheme="minorAscii"/>
          <w:i w:val="1"/>
          <w:iCs w:val="1"/>
          <w:sz w:val="24"/>
          <w:szCs w:val="24"/>
        </w:rPr>
        <w:t>F</w:t>
      </w:r>
      <w:r w:rsidRPr="202A6D1E" w:rsidR="00364FDE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our 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sentences or less per post. If you do choose a longer caption, use paragraph spaces to break up the text. Continue posting </w:t>
      </w:r>
      <w:r w:rsidRPr="202A6D1E" w:rsidR="000E59AC">
        <w:rPr>
          <w:rFonts w:ascii="Verdana" w:hAnsi="Verdana" w:asciiTheme="minorAscii" w:hAnsiTheme="minorAscii"/>
          <w:i w:val="1"/>
          <w:iCs w:val="1"/>
          <w:sz w:val="24"/>
          <w:szCs w:val="24"/>
        </w:rPr>
        <w:t>from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October </w:t>
      </w:r>
      <w:r w:rsidRPr="202A6D1E" w:rsidR="000E59AC">
        <w:rPr>
          <w:rFonts w:ascii="Verdana" w:hAnsi="Verdana" w:asciiTheme="minorAscii" w:hAnsiTheme="minorAscii"/>
          <w:i w:val="1"/>
          <w:iCs w:val="1"/>
          <w:sz w:val="24"/>
          <w:szCs w:val="24"/>
        </w:rPr>
        <w:t>to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 xml:space="preserve"> March of </w:t>
      </w:r>
      <w:r w:rsidRPr="202A6D1E" w:rsidR="00705097">
        <w:rPr>
          <w:rFonts w:ascii="Verdana" w:hAnsi="Verdana" w:asciiTheme="minorAscii" w:hAnsiTheme="minorAscii"/>
          <w:i w:val="1"/>
          <w:iCs w:val="1"/>
          <w:sz w:val="24"/>
          <w:szCs w:val="24"/>
        </w:rPr>
        <w:t>next year. Use multiple hashtags.</w:t>
      </w:r>
    </w:p>
    <w:p w:rsidRPr="00033A26" w:rsidR="00B9759D" w:rsidP="202A6D1E" w:rsidRDefault="00B9759D" w14:paraId="76B01627" w14:textId="77777777">
      <w:pPr>
        <w:spacing w:after="0" w:line="240" w:lineRule="auto"/>
        <w:rPr>
          <w:rFonts w:ascii="Verdana" w:hAnsi="Verdana" w:asciiTheme="minorAscii" w:hAnsiTheme="minorAscii"/>
          <w:i w:val="1"/>
          <w:iCs w:val="1"/>
          <w:sz w:val="24"/>
          <w:szCs w:val="24"/>
        </w:rPr>
      </w:pPr>
    </w:p>
    <w:p w:rsidRPr="00033A26" w:rsidR="00B9759D" w:rsidP="06AAC683" w:rsidRDefault="00B9759D" w14:paraId="4B48986F" w14:textId="77777777">
      <w:pPr>
        <w:spacing w:line="240" w:lineRule="auto"/>
        <w:rPr>
          <w:rFonts w:ascii="Verdana" w:hAnsi="Verdana" w:asciiTheme="minorAscii" w:hAnsiTheme="minorAscii"/>
          <w:b w:val="1"/>
          <w:bCs w:val="1"/>
          <w:sz w:val="24"/>
          <w:szCs w:val="24"/>
        </w:rPr>
      </w:pPr>
      <w:r w:rsidRPr="06AAC683" w:rsidR="00B9759D">
        <w:rPr>
          <w:rFonts w:ascii="Verdana" w:hAnsi="Verdana" w:asciiTheme="minorAscii" w:hAnsiTheme="minorAscii"/>
          <w:b w:val="1"/>
          <w:bCs w:val="1"/>
          <w:sz w:val="24"/>
          <w:szCs w:val="24"/>
        </w:rPr>
        <w:t>HASHTAGS</w:t>
      </w:r>
    </w:p>
    <w:p w:rsidRPr="00033A26" w:rsidR="00B9759D" w:rsidP="202A6D1E" w:rsidRDefault="00B9759D" w14:paraId="3B0CC1BA" w14:textId="6CF93495">
      <w:pPr>
        <w:spacing w:after="0" w:line="240" w:lineRule="auto"/>
        <w:rPr>
          <w:rFonts w:ascii="Verdana" w:hAnsi="Verdana" w:asciiTheme="minorAscii" w:hAnsiTheme="minorAscii"/>
          <w:sz w:val="24"/>
          <w:szCs w:val="24"/>
        </w:rPr>
      </w:pPr>
      <w:r w:rsidRPr="202A6D1E" w:rsidR="00B9759D">
        <w:rPr>
          <w:rFonts w:ascii="Verdana" w:hAnsi="Verdana" w:asciiTheme="minorAscii" w:hAnsiTheme="minorAscii"/>
          <w:color w:val="auto"/>
          <w:sz w:val="24"/>
          <w:szCs w:val="24"/>
        </w:rPr>
        <w:t>#FightFlu, #EveryDoseMatters, #DontWaitVaccinate</w:t>
      </w:r>
      <w:r w:rsidRPr="202A6D1E" w:rsidR="00726507">
        <w:rPr>
          <w:rFonts w:ascii="Verdana" w:hAnsi="Verdana" w:asciiTheme="minorAscii" w:hAnsiTheme="minorAscii"/>
          <w:color w:val="auto"/>
          <w:sz w:val="24"/>
          <w:szCs w:val="24"/>
        </w:rPr>
        <w:t>,</w:t>
      </w:r>
      <w:r w:rsidRPr="202A6D1E" w:rsidR="00DC285B">
        <w:rPr>
          <w:rFonts w:ascii="Verdana" w:hAnsi="Verdana" w:asciiTheme="minorAscii" w:hAnsiTheme="minorAscii"/>
          <w:color w:val="auto"/>
          <w:sz w:val="24"/>
          <w:szCs w:val="24"/>
        </w:rPr>
        <w:t xml:space="preserve"> </w:t>
      </w:r>
      <w:r w:rsidRPr="202A6D1E" w:rsidR="00DC285B">
        <w:rPr>
          <w:rFonts w:ascii="Verdana" w:hAnsi="Verdana" w:asciiTheme="minorAscii" w:hAnsiTheme="minorAscii"/>
          <w:sz w:val="24"/>
          <w:szCs w:val="24"/>
        </w:rPr>
        <w:t>#Protect</w:t>
      </w:r>
      <w:r w:rsidRPr="202A6D1E" w:rsidR="00726507">
        <w:rPr>
          <w:rFonts w:ascii="Verdana" w:hAnsi="Verdana" w:asciiTheme="minorAscii" w:hAnsiTheme="minorAscii"/>
          <w:sz w:val="24"/>
          <w:szCs w:val="24"/>
        </w:rPr>
        <w:t>Two</w:t>
      </w:r>
      <w:r w:rsidRPr="202A6D1E" w:rsidR="00DC285B">
        <w:rPr>
          <w:rFonts w:ascii="Verdana" w:hAnsi="Verdana" w:asciiTheme="minorAscii" w:hAnsiTheme="minorAscii"/>
          <w:sz w:val="24"/>
          <w:szCs w:val="24"/>
        </w:rPr>
        <w:t>FromTheFlu</w:t>
      </w:r>
    </w:p>
    <w:p w:rsidRPr="00033A26" w:rsidR="00726507" w:rsidP="202A6D1E" w:rsidRDefault="00726507" w14:paraId="5AE176BA" w14:textId="62F791AA">
      <w:pPr>
        <w:pStyle w:val="Normal"/>
        <w:spacing w:after="0" w:line="240" w:lineRule="auto"/>
        <w:rPr>
          <w:rFonts w:ascii="Verdana" w:hAnsi="Verdana" w:asciiTheme="minorAscii" w:hAnsiTheme="minorAscii"/>
          <w:sz w:val="24"/>
          <w:szCs w:val="24"/>
        </w:rPr>
      </w:pPr>
    </w:p>
    <w:p w:rsidRPr="00033A26" w:rsidR="00B9759D" w:rsidP="06AAC683" w:rsidRDefault="00B9759D" w14:paraId="07D3B9BD" w14:textId="4638AA4F">
      <w:pPr>
        <w:spacing w:line="240" w:lineRule="auto"/>
        <w:rPr>
          <w:rStyle w:val="Hyperlink"/>
          <w:rFonts w:ascii="Verdana" w:hAnsi="Verdana" w:eastAsia="" w:asciiTheme="minorAscii" w:hAnsiTheme="minorAscii" w:eastAsiaTheme="majorEastAsia"/>
          <w:b w:val="1"/>
          <w:bCs w:val="1"/>
          <w:color w:val="auto"/>
          <w:sz w:val="24"/>
          <w:szCs w:val="24"/>
          <w:u w:val="none"/>
        </w:rPr>
      </w:pPr>
      <w:r w:rsidRPr="06AAC683" w:rsidR="0084132E">
        <w:rPr>
          <w:rStyle w:val="Hyperlink"/>
          <w:rFonts w:ascii="Verdana" w:hAnsi="Verdana" w:eastAsia="" w:asciiTheme="minorAscii" w:hAnsiTheme="minorAscii" w:eastAsiaTheme="majorEastAsia"/>
          <w:b w:val="1"/>
          <w:bCs w:val="1"/>
          <w:color w:val="auto"/>
          <w:sz w:val="24"/>
          <w:szCs w:val="24"/>
          <w:u w:val="none"/>
        </w:rPr>
        <w:t>CAPTION</w:t>
      </w:r>
      <w:r w:rsidRPr="06AAC683" w:rsidR="009E3FC8">
        <w:rPr>
          <w:rStyle w:val="Hyperlink"/>
          <w:rFonts w:ascii="Verdana" w:hAnsi="Verdana" w:eastAsia="" w:asciiTheme="minorAscii" w:hAnsiTheme="minorAscii" w:eastAsiaTheme="majorEastAsia"/>
          <w:b w:val="1"/>
          <w:bCs w:val="1"/>
          <w:color w:val="auto"/>
          <w:sz w:val="24"/>
          <w:szCs w:val="24"/>
          <w:u w:val="none"/>
        </w:rPr>
        <w:t xml:space="preserve"> COPY</w:t>
      </w:r>
    </w:p>
    <w:p w:rsidRPr="00033A26" w:rsidR="00B9759D" w:rsidP="202A6D1E" w:rsidRDefault="0095441A" w14:paraId="60893CB5" w14:textId="38A2DB62">
      <w:pPr>
        <w:spacing w:after="0" w:line="240" w:lineRule="auto"/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</w:pPr>
      <w:r w:rsidRPr="202A6D1E" w:rsidR="0095441A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>DSHS</w:t>
      </w:r>
      <w:r w:rsidRPr="202A6D1E" w:rsidR="00B9759D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 encourage</w:t>
      </w:r>
      <w:r w:rsidRPr="202A6D1E" w:rsidR="0095441A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>s</w:t>
      </w:r>
      <w:r w:rsidRPr="202A6D1E" w:rsidR="00B9759D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 our partners and stakeholders to </w:t>
      </w:r>
      <w:r w:rsidRPr="202A6D1E" w:rsidR="0084132E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>share th</w:t>
      </w:r>
      <w:r w:rsidRPr="202A6D1E" w:rsidR="007179C4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>ese</w:t>
      </w:r>
      <w:r w:rsidRPr="202A6D1E" w:rsidR="0084132E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 message</w:t>
      </w:r>
      <w:r w:rsidRPr="202A6D1E" w:rsidR="007179C4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>s</w:t>
      </w:r>
      <w:r w:rsidRPr="202A6D1E" w:rsidR="0084132E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 and </w:t>
      </w:r>
      <w:r w:rsidRPr="202A6D1E" w:rsidR="00B9759D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>modify</w:t>
      </w:r>
      <w:r w:rsidRPr="202A6D1E" w:rsidR="0084132E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 the</w:t>
      </w:r>
      <w:r w:rsidRPr="202A6D1E" w:rsidR="00B9759D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 language as necessary for the age groups </w:t>
      </w:r>
      <w:r w:rsidRPr="202A6D1E" w:rsidR="00E62C78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and audience </w:t>
      </w:r>
      <w:r w:rsidRPr="202A6D1E" w:rsidR="00B9759D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you are </w:t>
      </w:r>
      <w:r w:rsidRPr="202A6D1E" w:rsidR="0084132E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>targeting</w:t>
      </w:r>
      <w:r w:rsidRPr="202A6D1E" w:rsidR="0084132E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. </w:t>
      </w:r>
      <w:r w:rsidRPr="202A6D1E" w:rsidR="00B9759D"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  <w:t xml:space="preserve"> </w:t>
      </w:r>
    </w:p>
    <w:p w:rsidRPr="00033A26" w:rsidR="004F12A0" w:rsidP="202A6D1E" w:rsidRDefault="004F12A0" w14:paraId="32994A4B" w14:textId="57B3F665">
      <w:pPr>
        <w:pStyle w:val="Normal"/>
        <w:spacing w:after="0" w:line="240" w:lineRule="auto"/>
        <w:rPr>
          <w:rStyle w:val="Hyperlink"/>
          <w:rFonts w:ascii="Verdana" w:hAnsi="Verdana" w:eastAsia="" w:asciiTheme="minorAscii" w:hAnsiTheme="minorAscii" w:eastAsiaTheme="majorEastAsia"/>
          <w:color w:val="auto"/>
          <w:sz w:val="24"/>
          <w:szCs w:val="24"/>
          <w:u w:val="none"/>
        </w:rPr>
      </w:pPr>
    </w:p>
    <w:p w:rsidR="004F12A0" w:rsidP="202A6D1E" w:rsidRDefault="004F12A0" w14:paraId="20CD62F6" w14:textId="77777777">
      <w:pPr>
        <w:rPr>
          <w:rFonts w:ascii="Verdana" w:hAnsi="Verdana" w:asciiTheme="minorAscii" w:hAnsiTheme="minorAscii"/>
          <w:sz w:val="24"/>
          <w:szCs w:val="24"/>
        </w:rPr>
      </w:pPr>
    </w:p>
    <w:p w:rsidRPr="00033A26" w:rsidR="00414BBA" w:rsidP="202A6D1E" w:rsidRDefault="00414BBA" w14:paraId="091D971B" w14:textId="77777777">
      <w:pPr>
        <w:rPr>
          <w:rFonts w:ascii="Verdana" w:hAnsi="Verdana" w:asciiTheme="minorAscii" w:hAnsiTheme="minorAscii"/>
          <w:sz w:val="24"/>
          <w:szCs w:val="24"/>
        </w:rPr>
      </w:pPr>
    </w:p>
    <w:tbl>
      <w:tblPr>
        <w:tblW w:w="9350" w:type="dxa"/>
        <w:tblBorders>
          <w:top w:val="single" w:color="BDD6EE" w:themeColor="accent5" w:themeTint="66" w:sz="4" w:space="0"/>
          <w:left w:val="single" w:color="BDD6EE" w:themeColor="accent5" w:themeTint="66" w:sz="4" w:space="0"/>
          <w:bottom w:val="single" w:color="BDD6EE" w:themeColor="accent5" w:themeTint="66" w:sz="4" w:space="0"/>
          <w:right w:val="single" w:color="BDD6EE" w:themeColor="accent5" w:themeTint="66" w:sz="4" w:space="0"/>
          <w:insideH w:val="single" w:color="BDD6EE" w:themeColor="accent5" w:themeTint="66" w:sz="4" w:space="0"/>
          <w:insideV w:val="single" w:color="BDD6EE" w:themeColor="accent5" w:themeTint="66" w:sz="4" w:space="0"/>
        </w:tblBorders>
        <w:tblLayout w:type="fixed"/>
        <w:tblLook w:val="04A0" w:firstRow="1" w:lastRow="0" w:firstColumn="1" w:lastColumn="0" w:noHBand="0" w:noVBand="1"/>
      </w:tblPr>
      <w:tblGrid>
        <w:gridCol w:w="6099"/>
        <w:gridCol w:w="1695"/>
        <w:gridCol w:w="1556"/>
      </w:tblGrid>
      <w:tr w:rsidRPr="00033A26" w:rsidR="00B9759D" w:rsidTr="7D346BA2" w14:paraId="6062122E" w14:textId="77777777">
        <w:trPr>
          <w:trHeight w:val="300"/>
        </w:trPr>
        <w:tc>
          <w:tcPr>
            <w:tcW w:w="6099" w:type="dxa"/>
            <w:tcBorders>
              <w:bottom w:val="single" w:color="9CC2E5" w:themeColor="accent5" w:themeTint="99" w:sz="12" w:space="0"/>
            </w:tcBorders>
            <w:shd w:val="clear" w:color="auto" w:fill="auto"/>
            <w:tcMar/>
          </w:tcPr>
          <w:p w:rsidRPr="00033A26" w:rsidR="00B9759D" w:rsidP="202A6D1E" w:rsidRDefault="0041487D" w14:paraId="73EE64FB" w14:textId="2E9D556F">
            <w:pPr>
              <w:widowControl w:val="1"/>
              <w:spacing w:before="160" w:after="160" w:line="240" w:lineRule="auto"/>
              <w:jc w:val="center"/>
              <w:rPr>
                <w:rFonts w:ascii="Verdana" w:hAnsi="Verdana" w:asciiTheme="minorAscii" w:hAnsiTheme="minorAscii"/>
                <w:b w:val="1"/>
                <w:bCs w:val="1"/>
                <w:sz w:val="24"/>
                <w:szCs w:val="24"/>
              </w:rPr>
            </w:pPr>
            <w:r w:rsidRPr="7D346BA2" w:rsidR="35EBCC2C">
              <w:rPr>
                <w:rFonts w:ascii="Verdana" w:hAnsi="Verdana" w:asciiTheme="minorAscii" w:hAnsiTheme="minorAscii"/>
                <w:b w:val="1"/>
                <w:bCs w:val="1"/>
                <w:sz w:val="24"/>
                <w:szCs w:val="24"/>
              </w:rPr>
              <w:t xml:space="preserve">Caption </w:t>
            </w:r>
            <w:r w:rsidRPr="7D346BA2" w:rsidR="00B9759D">
              <w:rPr>
                <w:rFonts w:ascii="Verdana" w:hAnsi="Verdana" w:asciiTheme="minorAscii" w:hAnsiTheme="minorAscii"/>
                <w:b w:val="1"/>
                <w:bCs w:val="1"/>
                <w:sz w:val="24"/>
                <w:szCs w:val="24"/>
              </w:rPr>
              <w:t>Copy</w:t>
            </w:r>
          </w:p>
        </w:tc>
        <w:tc>
          <w:tcPr>
            <w:tcW w:w="1695" w:type="dxa"/>
            <w:tcBorders>
              <w:bottom w:val="single" w:color="9CC2E5" w:themeColor="accent5" w:themeTint="99" w:sz="12" w:space="0"/>
            </w:tcBorders>
            <w:shd w:val="clear" w:color="auto" w:fill="auto"/>
            <w:tcMar/>
          </w:tcPr>
          <w:p w:rsidRPr="00033A26" w:rsidR="00B9759D" w:rsidP="202A6D1E" w:rsidRDefault="00B9759D" w14:paraId="1BA4ED91" w14:textId="1058FC28">
            <w:pPr>
              <w:widowControl w:val="1"/>
              <w:spacing w:before="160" w:after="160" w:line="240" w:lineRule="auto"/>
              <w:jc w:val="center"/>
              <w:rPr>
                <w:rFonts w:ascii="Verdana" w:hAnsi="Verdana" w:asciiTheme="minorAscii" w:hAnsiTheme="minorAscii"/>
                <w:b w:val="1"/>
                <w:bCs w:val="1"/>
                <w:sz w:val="24"/>
                <w:szCs w:val="24"/>
              </w:rPr>
            </w:pPr>
            <w:r w:rsidRPr="202A6D1E" w:rsidR="00B9759D">
              <w:rPr>
                <w:rFonts w:ascii="Verdana" w:hAnsi="Verdana" w:asciiTheme="minorAscii" w:hAnsiTheme="minorAscii"/>
                <w:b w:val="1"/>
                <w:bCs w:val="1"/>
                <w:sz w:val="24"/>
                <w:szCs w:val="24"/>
              </w:rPr>
              <w:t>Suggested Platforms</w:t>
            </w:r>
          </w:p>
        </w:tc>
        <w:tc>
          <w:tcPr>
            <w:tcW w:w="1556" w:type="dxa"/>
            <w:tcBorders>
              <w:bottom w:val="single" w:color="9CC2E5" w:themeColor="accent5" w:themeTint="99" w:sz="12" w:space="0"/>
            </w:tcBorders>
            <w:tcMar/>
          </w:tcPr>
          <w:p w:rsidRPr="00033A26" w:rsidR="00B9759D" w:rsidP="202A6D1E" w:rsidRDefault="004F12A0" w14:paraId="213A9B3C" w14:textId="75855F5A">
            <w:pPr>
              <w:widowControl w:val="1"/>
              <w:spacing w:before="160" w:after="160" w:line="240" w:lineRule="auto"/>
              <w:jc w:val="center"/>
              <w:rPr>
                <w:rFonts w:ascii="Verdana" w:hAnsi="Verdana" w:asciiTheme="minorAscii" w:hAnsiTheme="minorAscii"/>
                <w:b w:val="1"/>
                <w:bCs w:val="1"/>
                <w:sz w:val="24"/>
                <w:szCs w:val="24"/>
              </w:rPr>
            </w:pPr>
            <w:r w:rsidRPr="202A6D1E" w:rsidR="353A7ED2">
              <w:rPr>
                <w:rFonts w:ascii="Verdana" w:hAnsi="Verdana" w:asciiTheme="minorAscii" w:hAnsiTheme="minorAscii"/>
                <w:b w:val="1"/>
                <w:bCs w:val="1"/>
                <w:sz w:val="24"/>
                <w:szCs w:val="24"/>
              </w:rPr>
              <w:t>Theme</w:t>
            </w:r>
          </w:p>
        </w:tc>
      </w:tr>
      <w:tr w:rsidRPr="00033A26" w:rsidR="004F12A0" w:rsidTr="7D346BA2" w14:paraId="353FF2C0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4F12A0" w:rsidP="202A6D1E" w:rsidRDefault="00996F1F" w14:paraId="551A1BB5" w14:textId="646B4FCC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7421" w:id="291"/>
            <w:r w:rsidRPr="06AAC683" w:rsidR="4C80BBE3">
              <w:rPr>
                <w:rFonts w:ascii="Verdana" w:hAnsi="Verdana" w:asciiTheme="minorAscii" w:hAnsiTheme="minorAscii"/>
                <w:sz w:val="24"/>
                <w:szCs w:val="24"/>
              </w:rPr>
              <w:t xml:space="preserve">The flu is more than a common cold. 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>E</w:t>
            </w:r>
            <w:r w:rsidRPr="06AAC683" w:rsidR="0B4BB4A9">
              <w:rPr>
                <w:rFonts w:ascii="Verdana" w:hAnsi="Verdana" w:asciiTheme="minorAscii" w:hAnsiTheme="minorAscii"/>
                <w:sz w:val="24"/>
                <w:szCs w:val="24"/>
              </w:rPr>
              <w:t>very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 year, thousands of Texans get the flu, </w:t>
            </w:r>
            <w:r w:rsidRPr="06AAC683" w:rsidR="0B4BB4A9">
              <w:rPr>
                <w:rFonts w:ascii="Verdana" w:hAnsi="Verdana" w:asciiTheme="minorAscii" w:hAnsiTheme="minorAscii"/>
                <w:sz w:val="24"/>
                <w:szCs w:val="24"/>
              </w:rPr>
              <w:t xml:space="preserve">resulting in 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>hospitaliz</w:t>
            </w:r>
            <w:r w:rsidRPr="06AAC683" w:rsidR="0B4BB4A9">
              <w:rPr>
                <w:rFonts w:ascii="Verdana" w:hAnsi="Verdana" w:asciiTheme="minorAscii" w:hAnsiTheme="minorAscii"/>
                <w:sz w:val="24"/>
                <w:szCs w:val="24"/>
              </w:rPr>
              <w:t>ations</w:t>
            </w:r>
            <w:r w:rsidRPr="06AAC683" w:rsidR="0B4BB4A9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293878F7">
              <w:rPr>
                <w:rFonts w:ascii="Verdana" w:hAnsi="Verdana" w:asciiTheme="minorAscii" w:hAnsiTheme="minorAscii"/>
                <w:sz w:val="24"/>
                <w:szCs w:val="24"/>
              </w:rPr>
              <w:t>and,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 s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adly, </w:t>
            </w:r>
            <w:r w:rsidRPr="06AAC683" w:rsidR="0B4BB4A9">
              <w:rPr>
                <w:rFonts w:ascii="Verdana" w:hAnsi="Verdana" w:asciiTheme="minorAscii" w:hAnsiTheme="minorAscii"/>
                <w:sz w:val="24"/>
                <w:szCs w:val="24"/>
              </w:rPr>
              <w:t>some deaths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. </w:t>
            </w:r>
            <w:r w:rsidRPr="06AAC683" w:rsidR="3532C376">
              <w:rPr>
                <w:rFonts w:ascii="Verdana" w:hAnsi="Verdana" w:asciiTheme="minorAscii" w:hAnsiTheme="minorAscii"/>
                <w:sz w:val="24"/>
                <w:szCs w:val="24"/>
              </w:rPr>
              <w:t xml:space="preserve">We </w:t>
            </w:r>
            <w:r w:rsidRPr="06AAC683" w:rsidR="3532C376">
              <w:rPr>
                <w:rFonts w:ascii="Verdana" w:hAnsi="Verdana" w:asciiTheme="minorAscii" w:hAnsiTheme="minorAscii"/>
                <w:sz w:val="24"/>
                <w:szCs w:val="24"/>
              </w:rPr>
              <w:t>can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 prevent</w:t>
            </w:r>
            <w:r w:rsidRPr="06AAC683" w:rsidR="3532C376">
              <w:rPr>
                <w:rFonts w:ascii="Verdana" w:hAnsi="Verdana" w:asciiTheme="minorAscii" w:hAnsiTheme="minorAscii"/>
                <w:sz w:val="24"/>
                <w:szCs w:val="24"/>
              </w:rPr>
              <w:t xml:space="preserve"> this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>.</w:t>
            </w:r>
            <w:r w:rsidRPr="06AAC683" w:rsidR="20EBF82A">
              <w:rPr>
                <w:rFonts w:ascii="Verdana" w:hAnsi="Verdana" w:asciiTheme="minorAscii" w:hAnsiTheme="minorAscii"/>
                <w:sz w:val="24"/>
                <w:szCs w:val="24"/>
              </w:rPr>
              <w:t xml:space="preserve"> Get vaccinated.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 #FightFlu </w:t>
            </w:r>
            <w:bookmarkEnd w:id="291"/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4C475D5B" w14:textId="2BC3BEC0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4F12A0" w:rsidP="202A6D1E" w:rsidRDefault="004F12A0" w14:paraId="7BF3C9D1" w14:textId="2AA99D32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Facebook </w:t>
            </w:r>
          </w:p>
          <w:p w:rsidRPr="00033A26" w:rsidR="004F12A0" w:rsidP="202A6D1E" w:rsidRDefault="004F12A0" w14:paraId="65A5CC56" w14:textId="52925E65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Pr="00033A26" w:rsidR="004F12A0" w:rsidP="202A6D1E" w:rsidRDefault="004F12A0" w14:paraId="1BB9D63B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>The flu is serious</w:t>
            </w:r>
          </w:p>
          <w:p w:rsidRPr="00033A26" w:rsidR="00946A50" w:rsidP="202A6D1E" w:rsidRDefault="00946A50" w14:paraId="28181EED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7F8E44CA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  <w:p w:rsidRPr="00033A26" w:rsidR="00946A50" w:rsidP="202A6D1E" w:rsidRDefault="006724E1" w14:paraId="249CFA6D" w14:textId="792C4828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1BFA537B">
              <w:rPr>
                <w:rFonts w:ascii="Verdana" w:hAnsi="Verdana" w:asciiTheme="minorAscii" w:hAnsiTheme="minorAscii"/>
                <w:sz w:val="24"/>
                <w:szCs w:val="24"/>
              </w:rPr>
              <w:t>Flu facts</w:t>
            </w:r>
          </w:p>
        </w:tc>
      </w:tr>
      <w:tr w:rsidRPr="00033A26" w:rsidR="004F12A0" w:rsidTr="7D346BA2" w14:paraId="3D05DBB9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4F12A0" w:rsidP="202A6D1E" w:rsidRDefault="005119ED" w14:paraId="1A71610B" w14:textId="69845C9D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7436" w:id="347"/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 xml:space="preserve">Flu vaccines </w:t>
            </w:r>
            <w:r w:rsidRPr="06AAC683" w:rsidR="3C22EEEB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>are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 xml:space="preserve"> 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>a simple way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 xml:space="preserve"> to protect ourselves and others. It helps reduce flu cases, hospitalization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>s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 xml:space="preserve"> 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 xml:space="preserve">and can 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>save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 xml:space="preserve"> lives</w:t>
            </w:r>
            <w:r w:rsidRPr="06AAC683" w:rsidR="59E5362F">
              <w:rPr>
                <w:rStyle w:val="cf01"/>
                <w:rFonts w:ascii="Verdana" w:hAnsi="Verdana" w:cs="Calibri" w:asciiTheme="minorAscii" w:hAnsiTheme="minorAscii"/>
                <w:sz w:val="24"/>
                <w:szCs w:val="24"/>
              </w:rPr>
              <w:t xml:space="preserve">. 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>Get ahead of the sprea</w:t>
            </w:r>
            <w:r w:rsidRPr="06AAC683" w:rsidR="4C80BBE3">
              <w:rPr>
                <w:rFonts w:ascii="Verdana" w:hAnsi="Verdana" w:asciiTheme="minorAscii" w:hAnsiTheme="minorAscii"/>
                <w:sz w:val="24"/>
                <w:szCs w:val="24"/>
              </w:rPr>
              <w:t>d. G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>et your flu shot. #FightFlu #DontWaitVaccinate #EveryDoseMatters</w:t>
            </w:r>
            <w:bookmarkEnd w:id="347"/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53F34181" w14:textId="50B56F8F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4F12A0" w:rsidP="202A6D1E" w:rsidRDefault="004F12A0" w14:paraId="0730303A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Facebook </w:t>
            </w:r>
          </w:p>
          <w:p w:rsidRPr="00033A26" w:rsidR="004F12A0" w:rsidP="202A6D1E" w:rsidRDefault="004F12A0" w14:paraId="0AA4B56C" w14:textId="5EB6C9D4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="00A224A2" w:rsidP="202A6D1E" w:rsidRDefault="004F12A0" w14:paraId="7E74EBE8" w14:textId="57319A7C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>The flu is serious</w:t>
            </w:r>
          </w:p>
          <w:p w:rsidRPr="00033A26" w:rsidR="00A224A2" w:rsidP="202A6D1E" w:rsidRDefault="00A224A2" w14:paraId="6BD09C37" w14:textId="176944EF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5B4F2D67">
              <w:rPr>
                <w:rFonts w:ascii="Verdana" w:hAnsi="Verdana" w:asciiTheme="minorAscii" w:hAnsiTheme="minorAscii"/>
                <w:sz w:val="24"/>
                <w:szCs w:val="24"/>
              </w:rPr>
              <w:t xml:space="preserve">Flu </w:t>
            </w:r>
            <w:r w:rsidRPr="06AAC683" w:rsidR="074851AE">
              <w:rPr>
                <w:rFonts w:ascii="Verdana" w:hAnsi="Verdana" w:asciiTheme="minorAscii" w:hAnsiTheme="minorAscii"/>
                <w:sz w:val="24"/>
                <w:szCs w:val="24"/>
              </w:rPr>
              <w:t>f</w:t>
            </w:r>
            <w:r w:rsidRPr="06AAC683" w:rsidR="5B4F2D67">
              <w:rPr>
                <w:rFonts w:ascii="Verdana" w:hAnsi="Verdana" w:asciiTheme="minorAscii" w:hAnsiTheme="minorAscii"/>
                <w:sz w:val="24"/>
                <w:szCs w:val="24"/>
              </w:rPr>
              <w:t>acts</w:t>
            </w:r>
          </w:p>
        </w:tc>
      </w:tr>
      <w:tr w:rsidRPr="00033A26" w:rsidR="004F12A0" w:rsidTr="7D346BA2" w14:paraId="53FFB060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4F12A0" w:rsidP="202A6D1E" w:rsidRDefault="004F12A0" w14:paraId="289994ED" w14:textId="07CC05E8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Getting sick is no fun. Five minutes </w:t>
            </w:r>
            <w:r w:rsidRPr="06AAC683" w:rsidR="47858CC0">
              <w:rPr>
                <w:rFonts w:ascii="Verdana" w:hAnsi="Verdana" w:asciiTheme="minorAscii" w:hAnsiTheme="minorAscii"/>
                <w:sz w:val="24"/>
                <w:szCs w:val="24"/>
              </w:rPr>
              <w:t xml:space="preserve">spent 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getting a flu shot can save you a week—or longer—of </w:t>
            </w:r>
            <w:r w:rsidRPr="06AAC683" w:rsidR="19661652">
              <w:rPr>
                <w:rFonts w:ascii="Verdana" w:hAnsi="Verdana" w:asciiTheme="minorAscii" w:hAnsiTheme="minorAscii"/>
                <w:sz w:val="24"/>
                <w:szCs w:val="24"/>
              </w:rPr>
              <w:t>painful symptoms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>. Make an appointment with your health</w:t>
            </w:r>
            <w:r w:rsidRPr="06AAC683" w:rsidR="0095441A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353A7ED2">
              <w:rPr>
                <w:rFonts w:ascii="Verdana" w:hAnsi="Verdana" w:asciiTheme="minorAscii" w:hAnsiTheme="minorAscii"/>
                <w:sz w:val="24"/>
                <w:szCs w:val="24"/>
              </w:rPr>
              <w:t>care provider to get vaccinated</w:t>
            </w:r>
            <w:r w:rsidRPr="06AAC683" w:rsidR="0C986056">
              <w:rPr>
                <w:rFonts w:ascii="Verdana" w:hAnsi="Verdana" w:asciiTheme="minorAscii" w:hAnsiTheme="minorAscii"/>
                <w:sz w:val="24"/>
                <w:szCs w:val="24"/>
              </w:rPr>
              <w:t xml:space="preserve">. </w:t>
            </w:r>
            <w:r w:rsidRPr="06AAC683" w:rsidR="760226EB">
              <w:rPr>
                <w:rFonts w:ascii="Verdana" w:hAnsi="Verdana" w:asciiTheme="minorAscii" w:hAnsiTheme="minorAscii"/>
                <w:sz w:val="24"/>
                <w:szCs w:val="24"/>
              </w:rPr>
              <w:t>#FightFlu #DontWaitVaccinate</w:t>
            </w:r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725F0278" w14:textId="20CC123C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472A0A" w:rsidP="202A6D1E" w:rsidRDefault="00472A0A" w14:paraId="49834027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760226EB">
              <w:rPr>
                <w:rFonts w:ascii="Verdana" w:hAnsi="Verdana" w:asciiTheme="minorAscii" w:hAnsiTheme="minorAscii"/>
                <w:sz w:val="24"/>
                <w:szCs w:val="24"/>
              </w:rPr>
              <w:t xml:space="preserve">Facebook </w:t>
            </w:r>
          </w:p>
          <w:p w:rsidRPr="00033A26" w:rsidR="004F12A0" w:rsidP="202A6D1E" w:rsidRDefault="00472A0A" w14:paraId="26F303BE" w14:textId="4B40ED36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760226EB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Pr="00033A26" w:rsidR="004F12A0" w:rsidP="202A6D1E" w:rsidRDefault="00472A0A" w14:paraId="53E359FA" w14:textId="6E829D7F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760226EB">
              <w:rPr>
                <w:rFonts w:ascii="Verdana" w:hAnsi="Verdana" w:asciiTheme="minorAscii" w:hAnsiTheme="minorAscii"/>
                <w:sz w:val="24"/>
                <w:szCs w:val="24"/>
              </w:rPr>
              <w:t>Getting sick</w:t>
            </w:r>
            <w:r w:rsidRPr="202A6D1E" w:rsidR="00726507">
              <w:rPr>
                <w:rFonts w:ascii="Verdana" w:hAnsi="Verdana" w:asciiTheme="minorAscii" w:hAnsiTheme="minorAscii"/>
                <w:sz w:val="24"/>
                <w:szCs w:val="24"/>
              </w:rPr>
              <w:t xml:space="preserve"> is not fun</w:t>
            </w:r>
          </w:p>
        </w:tc>
      </w:tr>
      <w:tr w:rsidRPr="00033A26" w:rsidR="004F12A0" w:rsidTr="7D346BA2" w14:paraId="7702BF62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="00A33264" w:rsidP="202A6D1E" w:rsidRDefault="004F12A0" w14:paraId="4D7AD8EA" w14:textId="4CC62072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7457" w:id="410"/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If </w:t>
            </w: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>you’re</w:t>
            </w: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 65 or older, </w:t>
            </w: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>you’re</w:t>
            </w: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 at a higher risk </w:t>
            </w:r>
            <w:r w:rsidRPr="202A6D1E" w:rsidR="19661652">
              <w:rPr>
                <w:rFonts w:ascii="Verdana" w:hAnsi="Verdana" w:asciiTheme="minorAscii" w:hAnsiTheme="minorAscii"/>
                <w:sz w:val="24"/>
                <w:szCs w:val="24"/>
              </w:rPr>
              <w:t>of getting</w:t>
            </w: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 sick</w:t>
            </w:r>
            <w:r w:rsidRPr="202A6D1E" w:rsidR="48209C5F">
              <w:rPr>
                <w:rFonts w:ascii="Verdana" w:hAnsi="Verdana" w:asciiTheme="minorAscii" w:hAnsiTheme="minorAscii"/>
                <w:sz w:val="24"/>
                <w:szCs w:val="24"/>
              </w:rPr>
              <w:t xml:space="preserve"> from the flu</w:t>
            </w:r>
            <w:r w:rsidRPr="202A6D1E" w:rsidR="353A7ED2">
              <w:rPr>
                <w:rFonts w:ascii="Verdana" w:hAnsi="Verdana" w:asciiTheme="minorAscii" w:hAnsiTheme="minorAscii"/>
                <w:sz w:val="24"/>
                <w:szCs w:val="24"/>
              </w:rPr>
              <w:t xml:space="preserve">. </w:t>
            </w:r>
            <w:r w:rsidRPr="202A6D1E" w:rsidR="63A1EBC6">
              <w:rPr>
                <w:rFonts w:ascii="Verdana" w:hAnsi="Verdana" w:asciiTheme="minorAscii" w:hAnsiTheme="minorAscii"/>
                <w:sz w:val="24"/>
                <w:szCs w:val="24"/>
              </w:rPr>
              <w:t>Talk to your doctor about the best time</w:t>
            </w:r>
            <w:r w:rsidRPr="202A6D1E" w:rsidR="63A1EBC6">
              <w:rPr>
                <w:rFonts w:ascii="Verdana" w:hAnsi="Verdana" w:asciiTheme="minorAscii" w:hAnsiTheme="minorAscii"/>
                <w:sz w:val="24"/>
                <w:szCs w:val="24"/>
              </w:rPr>
              <w:t xml:space="preserve"> to get vaccinated. </w:t>
            </w:r>
            <w:r w:rsidRPr="202A6D1E" w:rsidR="4495405E">
              <w:rPr>
                <w:rFonts w:ascii="Verdana" w:hAnsi="Verdana" w:asciiTheme="minorAscii" w:hAnsiTheme="minorAscii"/>
                <w:sz w:val="24"/>
                <w:szCs w:val="24"/>
              </w:rPr>
              <w:t>Don’t</w:t>
            </w:r>
            <w:r w:rsidRPr="202A6D1E" w:rsidR="4495405E">
              <w:rPr>
                <w:rFonts w:ascii="Verdana" w:hAnsi="Verdana" w:asciiTheme="minorAscii" w:hAnsiTheme="minorAscii"/>
                <w:sz w:val="24"/>
                <w:szCs w:val="24"/>
              </w:rPr>
              <w:t xml:space="preserve"> wait. Get your flu shot.</w:t>
            </w:r>
          </w:p>
          <w:p w:rsidRPr="00033A26" w:rsidR="004F12A0" w:rsidP="06AAC683" w:rsidRDefault="00472A0A" w14:paraId="2529DA70" w14:textId="087D643B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472A0A">
              <w:rPr>
                <w:rFonts w:ascii="Verdana" w:hAnsi="Verdana" w:asciiTheme="minorAscii" w:hAnsiTheme="minorAscii"/>
                <w:sz w:val="24"/>
                <w:szCs w:val="24"/>
              </w:rPr>
              <w:t>#FightFlu #DontWaitVaccinate</w:t>
            </w:r>
            <w:bookmarkEnd w:id="410"/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06AAC683" w:rsidRDefault="001F01CA" w14:paraId="6A43FDDE" w14:textId="61A0050B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472A0A" w:rsidP="06AAC683" w:rsidRDefault="00472A0A" w14:paraId="48973A34" w14:textId="5D78CAD5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472A0A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4F12A0" w:rsidP="06AAC683" w:rsidRDefault="00472A0A" w14:paraId="51ADCE15" w14:textId="6CA0BC6C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472A0A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Pr="00033A26" w:rsidR="00663474" w:rsidP="202A6D1E" w:rsidRDefault="00663474" w14:paraId="13C7E757" w14:textId="652F713F">
            <w:pPr>
              <w:pStyle w:val="Normal"/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47F2F683">
              <w:rPr>
                <w:rFonts w:ascii="Verdana" w:hAnsi="Verdana" w:asciiTheme="minorAscii" w:hAnsiTheme="minorAscii"/>
                <w:sz w:val="24"/>
                <w:szCs w:val="24"/>
              </w:rPr>
              <w:t>The flu is serious</w:t>
            </w:r>
          </w:p>
        </w:tc>
      </w:tr>
      <w:tr w:rsidRPr="00033A26" w:rsidR="00556A3F" w:rsidTr="7D346BA2" w14:paraId="3D0F414A" w14:textId="77777777">
        <w:trPr>
          <w:trHeight w:val="1403"/>
        </w:trPr>
        <w:tc>
          <w:tcPr>
            <w:tcW w:w="6099" w:type="dxa"/>
            <w:shd w:val="clear" w:color="auto" w:fill="auto"/>
            <w:tcMar/>
          </w:tcPr>
          <w:p w:rsidRPr="00033A26" w:rsidR="00556A3F" w:rsidP="202A6D1E" w:rsidRDefault="00556A3F" w14:paraId="6A0C95AA" w14:textId="7124C88D">
            <w:pPr>
              <w:spacing w:before="120" w:line="240" w:lineRule="auto"/>
              <w:rPr>
                <w:rFonts w:ascii="Verdana" w:hAnsi="Verdana" w:asciiTheme="minorAscii" w:hAnsiTheme="minorAscii"/>
                <w:b w:val="1"/>
                <w:bCs w:val="1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Love feeling sick? Neither do your </w:t>
            </w:r>
            <w:r w:rsidRPr="202A6D1E" w:rsidR="48209C5F">
              <w:rPr>
                <w:rFonts w:ascii="Verdana" w:hAnsi="Verdana" w:asciiTheme="minorAscii" w:hAnsiTheme="minorAscii"/>
                <w:sz w:val="24"/>
                <w:szCs w:val="24"/>
              </w:rPr>
              <w:t>friends and family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. Get your flu shot and protect the ones you love. #FightFlu #DontWaitVaccinate</w:t>
            </w:r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7656CBF7" w14:textId="58E8843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6B3BA8" w:rsidP="202A6D1E" w:rsidRDefault="006B3BA8" w14:paraId="099241EB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48209C5F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6B3BA8" w:rsidP="202A6D1E" w:rsidRDefault="006B3BA8" w14:paraId="7FD68860" w14:textId="4783E8C9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48209C5F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="00556A3F" w:rsidP="202A6D1E" w:rsidRDefault="00556A3F" w14:paraId="47BFBE43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Getting sick </w:t>
            </w:r>
            <w:r w:rsidRPr="06AAC683" w:rsidR="00726507">
              <w:rPr>
                <w:rFonts w:ascii="Verdana" w:hAnsi="Verdana" w:asciiTheme="minorAscii" w:hAnsiTheme="minorAscii"/>
                <w:sz w:val="24"/>
                <w:szCs w:val="24"/>
              </w:rPr>
              <w:t>is not fun</w:t>
            </w:r>
          </w:p>
          <w:p w:rsidRPr="00033A26" w:rsidR="00813E21" w:rsidP="202A6D1E" w:rsidRDefault="00813E21" w14:paraId="643AC11C" w14:textId="5D52446E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356B3454">
              <w:rPr>
                <w:rFonts w:ascii="Verdana" w:hAnsi="Verdana" w:asciiTheme="minorAscii" w:hAnsiTheme="minorAscii"/>
                <w:sz w:val="24"/>
                <w:szCs w:val="24"/>
              </w:rPr>
              <w:t>Protect the ones you love</w:t>
            </w:r>
          </w:p>
        </w:tc>
      </w:tr>
      <w:tr w:rsidRPr="00033A26" w:rsidR="00556A3F" w:rsidTr="7D346BA2" w14:paraId="7D81742F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556A3F" w:rsidP="202A6D1E" w:rsidRDefault="006B3BA8" w14:paraId="67EF71C1" w14:textId="1B9619F5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7719" w:id="464"/>
            <w:r w:rsidRPr="06AAC683" w:rsidR="48209C5F">
              <w:rPr>
                <w:rFonts w:ascii="Verdana" w:hAnsi="Verdana" w:asciiTheme="minorAscii" w:hAnsiTheme="minorAscii"/>
                <w:sz w:val="24"/>
                <w:szCs w:val="24"/>
              </w:rPr>
              <w:t xml:space="preserve">The flu vaccine is </w:t>
            </w:r>
            <w:r w:rsidRPr="06AAC683" w:rsidR="48209C5F">
              <w:rPr>
                <w:rFonts w:ascii="Verdana" w:hAnsi="Verdana" w:asciiTheme="minorAscii" w:hAnsiTheme="minorAscii"/>
                <w:sz w:val="24"/>
                <w:szCs w:val="24"/>
              </w:rPr>
              <w:t>safe to get during any trimester of</w:t>
            </w:r>
            <w:r w:rsidRPr="06AAC683" w:rsidR="7C97DB1D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48209C5F">
              <w:rPr>
                <w:rFonts w:ascii="Verdana" w:hAnsi="Verdana" w:asciiTheme="minorAscii" w:hAnsiTheme="minorAscii"/>
                <w:sz w:val="24"/>
                <w:szCs w:val="24"/>
              </w:rPr>
              <w:t>pregnancy</w:t>
            </w:r>
            <w:r w:rsidRPr="06AAC683" w:rsidR="1A98518D">
              <w:rPr>
                <w:rFonts w:ascii="Verdana" w:hAnsi="Verdana" w:asciiTheme="minorAscii" w:hAnsiTheme="minorAscii"/>
                <w:sz w:val="24"/>
                <w:szCs w:val="24"/>
              </w:rPr>
              <w:t>,</w:t>
            </w:r>
            <w:r w:rsidRPr="06AAC683" w:rsidR="1A98518D">
              <w:rPr>
                <w:rFonts w:ascii="Verdana" w:hAnsi="Verdana" w:asciiTheme="minorAscii" w:hAnsiTheme="minorAscii"/>
                <w:sz w:val="24"/>
                <w:szCs w:val="24"/>
              </w:rPr>
              <w:t xml:space="preserve"> and </w:t>
            </w:r>
            <w:r w:rsidRPr="06AAC683" w:rsidR="1A98518D">
              <w:rPr>
                <w:rFonts w:ascii="Verdana" w:hAnsi="Verdana" w:asciiTheme="minorAscii" w:hAnsiTheme="minorAscii"/>
                <w:sz w:val="24"/>
                <w:szCs w:val="24"/>
              </w:rPr>
              <w:t>it’s</w:t>
            </w:r>
            <w:r w:rsidRPr="06AAC683" w:rsidR="1A98518D">
              <w:rPr>
                <w:rFonts w:ascii="Verdana" w:hAnsi="Verdana" w:asciiTheme="minorAscii" w:hAnsiTheme="minorAscii"/>
                <w:sz w:val="24"/>
                <w:szCs w:val="24"/>
              </w:rPr>
              <w:t xml:space="preserve"> recommended for all pregnant women</w:t>
            </w:r>
            <w:r w:rsidRPr="06AAC683" w:rsidR="48209C5F">
              <w:rPr>
                <w:rFonts w:ascii="Verdana" w:hAnsi="Verdana" w:asciiTheme="minorAscii" w:hAnsiTheme="minorAscii"/>
                <w:sz w:val="24"/>
                <w:szCs w:val="24"/>
              </w:rPr>
              <w:t>. P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rotect you and your baby’s health</w:t>
            </w:r>
            <w:r w:rsidRPr="06AAC683" w:rsidR="48209C5F">
              <w:rPr>
                <w:rFonts w:ascii="Verdana" w:hAnsi="Verdana" w:asciiTheme="minorAscii" w:hAnsiTheme="minorAscii"/>
                <w:sz w:val="24"/>
                <w:szCs w:val="24"/>
              </w:rPr>
              <w:t xml:space="preserve"> by getting vaccinated for the flu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. #FightFlu #DontWaitVaccinate</w:t>
            </w:r>
            <w:r w:rsidRPr="06AAC683" w:rsidR="48209C5F">
              <w:rPr>
                <w:rFonts w:ascii="Verdana" w:hAnsi="Verdana" w:asciiTheme="minorAscii" w:hAnsiTheme="minorAscii"/>
                <w:sz w:val="24"/>
                <w:szCs w:val="24"/>
              </w:rPr>
              <w:t xml:space="preserve"> #Protect2FromTheFlu</w:t>
            </w:r>
            <w:bookmarkEnd w:id="464"/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2C01CDD4" w14:textId="06DD95D4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556A3F" w:rsidP="202A6D1E" w:rsidRDefault="00556A3F" w14:paraId="06DA57F7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556A3F" w:rsidP="202A6D1E" w:rsidRDefault="00556A3F" w14:paraId="67EBD5DF" w14:textId="016D562E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Pr="00033A26" w:rsidR="00D079AB" w:rsidP="202A6D1E" w:rsidRDefault="00D079AB" w14:paraId="027E43ED" w14:textId="35F56C5A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2954D540">
              <w:rPr>
                <w:rFonts w:ascii="Verdana" w:hAnsi="Verdana" w:asciiTheme="minorAscii" w:hAnsiTheme="minorAscii"/>
                <w:sz w:val="24"/>
                <w:szCs w:val="24"/>
              </w:rPr>
              <w:t>Pregnancy/</w:t>
            </w:r>
            <w:r w:rsidRPr="06AAC683" w:rsidR="1BD2476D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2954D540">
              <w:rPr>
                <w:rFonts w:ascii="Verdana" w:hAnsi="Verdana" w:asciiTheme="minorAscii" w:hAnsiTheme="minorAscii"/>
                <w:sz w:val="24"/>
                <w:szCs w:val="24"/>
              </w:rPr>
              <w:t>Infants</w:t>
            </w:r>
          </w:p>
          <w:p w:rsidRPr="00033A26" w:rsidR="00556A3F" w:rsidP="06AAC683" w:rsidRDefault="00556A3F" w14:paraId="42786680" w14:textId="0B882EF6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556A3F">
              <w:rPr>
                <w:rFonts w:ascii="Verdana" w:hAnsi="Verdana" w:asciiTheme="minorAscii" w:hAnsiTheme="minorAscii"/>
                <w:sz w:val="24"/>
                <w:szCs w:val="24"/>
              </w:rPr>
              <w:t>Protect the ones you love</w:t>
            </w:r>
          </w:p>
          <w:p w:rsidRPr="00033A26" w:rsidR="00DF3009" w:rsidP="06AAC683" w:rsidRDefault="00DF3009" w14:paraId="5D78C744" w14:textId="4EF4E6B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DF3009">
              <w:rPr>
                <w:rFonts w:ascii="Verdana" w:hAnsi="Verdana" w:asciiTheme="minorAscii" w:hAnsiTheme="minorAscii"/>
                <w:sz w:val="24"/>
                <w:szCs w:val="24"/>
              </w:rPr>
              <w:t>Myth</w:t>
            </w:r>
            <w:r w:rsidRPr="06AAC683" w:rsidR="00D55BE9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00DF3009">
              <w:rPr>
                <w:rFonts w:ascii="Verdana" w:hAnsi="Verdana" w:asciiTheme="minorAscii" w:hAnsiTheme="minorAscii"/>
                <w:sz w:val="24"/>
                <w:szCs w:val="24"/>
              </w:rPr>
              <w:t>busting</w:t>
            </w:r>
          </w:p>
        </w:tc>
      </w:tr>
      <w:tr w:rsidRPr="00033A26" w:rsidR="003C61F2" w:rsidTr="7D346BA2" w14:paraId="5EAA9572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3C61F2" w:rsidP="202A6D1E" w:rsidRDefault="003C61F2" w14:paraId="79DD4E30" w14:textId="49758A9A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7731" w:id="504"/>
            <w:r w:rsidRPr="06AAC683" w:rsidR="0C986056">
              <w:rPr>
                <w:rFonts w:ascii="Verdana" w:hAnsi="Verdana" w:asciiTheme="minorAscii" w:hAnsiTheme="minorAscii"/>
                <w:sz w:val="24"/>
                <w:szCs w:val="24"/>
              </w:rPr>
              <w:t xml:space="preserve">Did you know </w:t>
            </w:r>
            <w:r w:rsidRPr="06AAC683" w:rsidR="0C986056">
              <w:rPr>
                <w:rFonts w:ascii="Verdana" w:hAnsi="Verdana" w:asciiTheme="minorAscii" w:hAnsiTheme="minorAscii"/>
                <w:sz w:val="24"/>
                <w:szCs w:val="24"/>
              </w:rPr>
              <w:t>it’s</w:t>
            </w:r>
            <w:r w:rsidRPr="06AAC683" w:rsidR="0C986056">
              <w:rPr>
                <w:rFonts w:ascii="Verdana" w:hAnsi="Verdana" w:asciiTheme="minorAscii" w:hAnsiTheme="minorAscii"/>
                <w:sz w:val="24"/>
                <w:szCs w:val="24"/>
              </w:rPr>
              <w:t xml:space="preserve"> safe to get the flu shot anytime during pregnancy? </w:t>
            </w:r>
            <w:r w:rsidRPr="06AAC683" w:rsidR="52C33DBA">
              <w:rPr>
                <w:rFonts w:ascii="Verdana" w:hAnsi="Verdana" w:asciiTheme="minorAscii" w:hAnsiTheme="minorAscii"/>
                <w:sz w:val="24"/>
                <w:szCs w:val="24"/>
              </w:rPr>
              <w:t xml:space="preserve">When you </w:t>
            </w:r>
            <w:r w:rsidRPr="06AAC683" w:rsidR="0E5ECFE5">
              <w:rPr>
                <w:rFonts w:ascii="Verdana" w:hAnsi="Verdana" w:asciiTheme="minorAscii" w:hAnsiTheme="minorAscii"/>
                <w:sz w:val="24"/>
                <w:szCs w:val="24"/>
              </w:rPr>
              <w:t xml:space="preserve">get </w:t>
            </w:r>
            <w:r w:rsidRPr="06AAC683" w:rsidR="52C33DBA">
              <w:rPr>
                <w:rFonts w:ascii="Verdana" w:hAnsi="Verdana" w:asciiTheme="minorAscii" w:hAnsiTheme="minorAscii"/>
                <w:sz w:val="24"/>
                <w:szCs w:val="24"/>
              </w:rPr>
              <w:t>vaccinated</w:t>
            </w:r>
            <w:r w:rsidRPr="06AAC683" w:rsidR="0E5ECFE5">
              <w:rPr>
                <w:rFonts w:ascii="Verdana" w:hAnsi="Verdana" w:asciiTheme="minorAscii" w:hAnsiTheme="minorAscii"/>
                <w:sz w:val="24"/>
                <w:szCs w:val="24"/>
              </w:rPr>
              <w:t xml:space="preserve"> during pregnancy</w:t>
            </w:r>
            <w:r w:rsidRPr="06AAC683" w:rsidR="52C33DBA">
              <w:rPr>
                <w:rFonts w:ascii="Verdana" w:hAnsi="Verdana" w:asciiTheme="minorAscii" w:hAnsiTheme="minorAscii"/>
                <w:sz w:val="24"/>
                <w:szCs w:val="24"/>
              </w:rPr>
              <w:t xml:space="preserve">, it protects your baby up to six months after birth. </w:t>
            </w:r>
            <w:r w:rsidRPr="06AAC683" w:rsidR="52C33DBA">
              <w:rPr>
                <w:rFonts w:ascii="Verdana" w:hAnsi="Verdana" w:asciiTheme="minorAscii" w:hAnsiTheme="minorAscii"/>
                <w:sz w:val="24"/>
                <w:szCs w:val="24"/>
              </w:rPr>
              <w:t>#FightFlu #DontWaitVaccinate #Protect2FromTheFlu</w:t>
            </w:r>
            <w:bookmarkEnd w:id="504"/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32E0747C" w14:textId="1959EDD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43102D" w:rsidP="202A6D1E" w:rsidRDefault="0043102D" w14:paraId="78D2624C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52C33DBA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3C61F2" w:rsidP="202A6D1E" w:rsidRDefault="0043102D" w14:paraId="3A0D89BD" w14:textId="3A11EADB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52C33DBA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Pr="00033A26" w:rsidR="00D079AB" w:rsidP="202A6D1E" w:rsidRDefault="00D079AB" w14:paraId="78A3F026" w14:textId="501A7386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2954D540">
              <w:rPr>
                <w:rFonts w:ascii="Verdana" w:hAnsi="Verdana" w:asciiTheme="minorAscii" w:hAnsiTheme="minorAscii"/>
                <w:sz w:val="24"/>
                <w:szCs w:val="24"/>
              </w:rPr>
              <w:t>Pregnancy/</w:t>
            </w:r>
            <w:r w:rsidRPr="06AAC683" w:rsidR="1BD2476D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2954D540">
              <w:rPr>
                <w:rFonts w:ascii="Verdana" w:hAnsi="Verdana" w:asciiTheme="minorAscii" w:hAnsiTheme="minorAscii"/>
                <w:sz w:val="24"/>
                <w:szCs w:val="24"/>
              </w:rPr>
              <w:t>Infants</w:t>
            </w:r>
          </w:p>
          <w:p w:rsidRPr="00033A26" w:rsidR="0043102D" w:rsidP="06AAC683" w:rsidRDefault="0043102D" w14:paraId="61C6FD8F" w14:textId="7B72A800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43102D">
              <w:rPr>
                <w:rFonts w:ascii="Verdana" w:hAnsi="Verdana" w:asciiTheme="minorAscii" w:hAnsiTheme="minorAscii"/>
                <w:sz w:val="24"/>
                <w:szCs w:val="24"/>
              </w:rPr>
              <w:t>Protect the ones you love</w:t>
            </w:r>
          </w:p>
          <w:p w:rsidRPr="00033A26" w:rsidR="003C61F2" w:rsidP="06AAC683" w:rsidRDefault="0043102D" w14:paraId="3469ECB4" w14:textId="29FA3DFA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43102D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</w:tc>
      </w:tr>
      <w:tr w:rsidRPr="00033A26" w:rsidR="00556A3F" w:rsidTr="7D346BA2" w14:paraId="4BE39F43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556A3F" w:rsidP="202A6D1E" w:rsidRDefault="00556A3F" w14:paraId="247491FD" w14:textId="610AA731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7742" w:id="534"/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Babies younger than </w:t>
            </w:r>
            <w:r w:rsidRPr="06AAC683" w:rsidR="0095441A">
              <w:rPr>
                <w:rFonts w:ascii="Verdana" w:hAnsi="Verdana" w:asciiTheme="minorAscii" w:hAnsiTheme="minorAscii"/>
                <w:sz w:val="24"/>
                <w:szCs w:val="24"/>
              </w:rPr>
              <w:t>six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months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are at a high</w:t>
            </w:r>
            <w:r w:rsidRPr="06AAC683" w:rsidR="1BF4170A">
              <w:rPr>
                <w:rFonts w:ascii="Verdana" w:hAnsi="Verdana" w:asciiTheme="minorAscii" w:hAnsiTheme="minorAscii"/>
                <w:sz w:val="24"/>
                <w:szCs w:val="24"/>
              </w:rPr>
              <w:t>er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risk of catching the flu</w:t>
            </w:r>
            <w:r w:rsidRPr="06AAC683" w:rsidR="52C33DBA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but are too young to be vaccinated. If you are </w:t>
            </w:r>
            <w:r w:rsidRPr="06AAC683" w:rsidR="45DA1F53">
              <w:rPr>
                <w:rFonts w:ascii="Verdana" w:hAnsi="Verdana" w:asciiTheme="minorAscii" w:hAnsiTheme="minorAscii"/>
                <w:sz w:val="24"/>
                <w:szCs w:val="24"/>
              </w:rPr>
              <w:t>caring for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an infant, </w:t>
            </w:r>
            <w:r w:rsidRPr="06AAC683" w:rsidR="090AC434">
              <w:rPr>
                <w:rFonts w:ascii="Verdana" w:hAnsi="Verdana" w:asciiTheme="minorAscii" w:hAnsiTheme="minorAscii"/>
                <w:sz w:val="24"/>
                <w:szCs w:val="24"/>
              </w:rPr>
              <w:t>it's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importa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nt 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you 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get your flu shot. #FightFlu</w:t>
            </w:r>
            <w:bookmarkEnd w:id="534"/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167945E3" w14:textId="3BA089F5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556A3F" w:rsidP="202A6D1E" w:rsidRDefault="00556A3F" w14:paraId="5D7A25B1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556A3F" w:rsidP="202A6D1E" w:rsidRDefault="00556A3F" w14:paraId="27116FA1" w14:textId="3204E4D9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Pr="00033A26" w:rsidR="00D079AB" w:rsidP="202A6D1E" w:rsidRDefault="00D079AB" w14:paraId="61004426" w14:textId="65BE0A06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2954D540">
              <w:rPr>
                <w:rFonts w:ascii="Verdana" w:hAnsi="Verdana" w:asciiTheme="minorAscii" w:hAnsiTheme="minorAscii"/>
                <w:sz w:val="24"/>
                <w:szCs w:val="24"/>
              </w:rPr>
              <w:t>Pregnancy/</w:t>
            </w:r>
            <w:r w:rsidRPr="06AAC683" w:rsidR="1BD2476D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2954D540">
              <w:rPr>
                <w:rFonts w:ascii="Verdana" w:hAnsi="Verdana" w:asciiTheme="minorAscii" w:hAnsiTheme="minorAscii"/>
                <w:sz w:val="24"/>
                <w:szCs w:val="24"/>
              </w:rPr>
              <w:t>Infants</w:t>
            </w:r>
          </w:p>
          <w:p w:rsidRPr="00033A26" w:rsidR="00556A3F" w:rsidP="06AAC683" w:rsidRDefault="00556A3F" w14:paraId="62F4295C" w14:textId="533CDD3D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556A3F">
              <w:rPr>
                <w:rFonts w:ascii="Verdana" w:hAnsi="Verdana" w:asciiTheme="minorAscii" w:hAnsiTheme="minorAscii"/>
                <w:sz w:val="24"/>
                <w:szCs w:val="24"/>
              </w:rPr>
              <w:t>Protect the ones you love</w:t>
            </w:r>
          </w:p>
        </w:tc>
      </w:tr>
      <w:tr w:rsidRPr="00033A26" w:rsidR="00556A3F" w:rsidTr="7D346BA2" w14:paraId="07803B14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556A3F" w:rsidP="202A6D1E" w:rsidRDefault="00556A3F" w14:paraId="05ABC8AF" w14:textId="12A19F64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Spread love, not the flu. Get your flu shot to protect your friends</w:t>
            </w:r>
            <w:r w:rsidRPr="06AAC683" w:rsidR="1F0CECFD">
              <w:rPr>
                <w:rFonts w:ascii="Verdana" w:hAnsi="Verdana" w:asciiTheme="minorAscii" w:hAnsiTheme="minorAscii"/>
                <w:sz w:val="24"/>
                <w:szCs w:val="24"/>
              </w:rPr>
              <w:t>,</w:t>
            </w:r>
            <w:r w:rsidRPr="06AAC683" w:rsidR="6799D792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1F0CECFD">
              <w:rPr>
                <w:rFonts w:ascii="Verdana" w:hAnsi="Verdana" w:asciiTheme="minorAscii" w:hAnsiTheme="minorAscii"/>
                <w:sz w:val="24"/>
                <w:szCs w:val="24"/>
              </w:rPr>
              <w:t>community</w:t>
            </w:r>
            <w:r w:rsidRPr="06AAC683" w:rsidR="6CFBD9A8">
              <w:rPr>
                <w:rFonts w:ascii="Verdana" w:hAnsi="Verdana" w:asciiTheme="minorAscii" w:hAnsiTheme="minorAscii"/>
                <w:sz w:val="24"/>
                <w:szCs w:val="24"/>
              </w:rPr>
              <w:t>,</w:t>
            </w:r>
            <w:r w:rsidRPr="06AAC683" w:rsidR="3E6CF43F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1F0CECFD">
              <w:rPr>
                <w:rFonts w:ascii="Verdana" w:hAnsi="Verdana" w:asciiTheme="minorAscii" w:hAnsiTheme="minorAscii"/>
                <w:sz w:val="24"/>
                <w:szCs w:val="24"/>
              </w:rPr>
              <w:t xml:space="preserve">and </w:t>
            </w:r>
            <w:r w:rsidRPr="06AAC683" w:rsidR="57EF5492">
              <w:rPr>
                <w:rFonts w:ascii="Verdana" w:hAnsi="Verdana" w:asciiTheme="minorAscii" w:hAnsiTheme="minorAscii"/>
                <w:sz w:val="24"/>
                <w:szCs w:val="24"/>
              </w:rPr>
              <w:t>loved</w:t>
            </w:r>
            <w:r w:rsidRPr="06AAC683" w:rsidR="62CF2F4D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1F0CECFD">
              <w:rPr>
                <w:rFonts w:ascii="Verdana" w:hAnsi="Verdana" w:asciiTheme="minorAscii" w:hAnsiTheme="minorAscii"/>
                <w:sz w:val="24"/>
                <w:szCs w:val="24"/>
              </w:rPr>
              <w:t>ones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. Schedule an appointment with your doctor or local pharmacy</w:t>
            </w:r>
            <w:r w:rsidRPr="06AAC683" w:rsidR="43899B4E">
              <w:rPr>
                <w:rFonts w:ascii="Verdana" w:hAnsi="Verdana" w:asciiTheme="minorAscii" w:hAnsiTheme="minorAscii"/>
                <w:sz w:val="24"/>
                <w:szCs w:val="24"/>
              </w:rPr>
              <w:t xml:space="preserve"> today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. #FightFlu #EveryDoseMatters</w:t>
            </w:r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62ADF723" w14:textId="5D881B6D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556A3F" w:rsidP="202A6D1E" w:rsidRDefault="00556A3F" w14:paraId="50684A02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556A3F" w:rsidP="202A6D1E" w:rsidRDefault="00556A3F" w14:paraId="2A3E8B76" w14:textId="4BEC16CD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Pr="00033A26" w:rsidR="00556A3F" w:rsidP="202A6D1E" w:rsidRDefault="00556A3F" w14:paraId="3C78F5F3" w14:textId="45EBEAF3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Protect the ones you love</w:t>
            </w:r>
          </w:p>
        </w:tc>
      </w:tr>
      <w:tr w:rsidRPr="00033A26" w:rsidR="00DF3009" w:rsidTr="7D346BA2" w14:paraId="0A2554D6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DF3009" w:rsidP="202A6D1E" w:rsidRDefault="005119ED" w14:paraId="35CC6CBD" w14:textId="42361454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7896" w:id="607"/>
            <w:r w:rsidRPr="06AAC683" w:rsidR="59E5362F">
              <w:rPr>
                <w:rFonts w:ascii="Verdana" w:hAnsi="Verdana" w:asciiTheme="minorAscii" w:hAnsiTheme="minorAscii"/>
                <w:sz w:val="24"/>
                <w:szCs w:val="24"/>
              </w:rPr>
              <w:t xml:space="preserve">Flu can affect not only children and </w:t>
            </w:r>
            <w:r w:rsidRPr="06AAC683" w:rsidR="59E5362F">
              <w:rPr>
                <w:rFonts w:ascii="Verdana" w:hAnsi="Verdana" w:asciiTheme="minorAscii" w:hAnsiTheme="minorAscii"/>
                <w:sz w:val="24"/>
                <w:szCs w:val="24"/>
              </w:rPr>
              <w:t>older adults</w:t>
            </w:r>
            <w:r w:rsidRPr="06AAC683" w:rsidR="59E5362F">
              <w:rPr>
                <w:rFonts w:ascii="Verdana" w:hAnsi="Verdana" w:asciiTheme="minorAscii" w:hAnsiTheme="minorAscii"/>
                <w:sz w:val="24"/>
                <w:szCs w:val="24"/>
              </w:rPr>
              <w:t xml:space="preserve"> but also </w:t>
            </w:r>
            <w:r w:rsidRPr="06AAC683" w:rsidR="5269CAE4">
              <w:rPr>
                <w:rFonts w:ascii="Verdana" w:hAnsi="Verdana" w:asciiTheme="minorAscii" w:hAnsiTheme="minorAscii"/>
                <w:sz w:val="24"/>
                <w:szCs w:val="24"/>
              </w:rPr>
              <w:t>young</w:t>
            </w:r>
            <w:r w:rsidRPr="06AAC683" w:rsidR="3A805A9A">
              <w:rPr>
                <w:rFonts w:ascii="Verdana" w:hAnsi="Verdana" w:asciiTheme="minorAscii" w:hAnsiTheme="minorAscii"/>
                <w:sz w:val="24"/>
                <w:szCs w:val="24"/>
              </w:rPr>
              <w:t>,</w:t>
            </w:r>
            <w:r w:rsidRPr="06AAC683" w:rsidR="5269CAE4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5269CAE4">
              <w:rPr>
                <w:rFonts w:ascii="Verdana" w:hAnsi="Verdana" w:asciiTheme="minorAscii" w:hAnsiTheme="minorAscii"/>
                <w:sz w:val="24"/>
                <w:szCs w:val="24"/>
              </w:rPr>
              <w:t>and</w:t>
            </w:r>
            <w:r w:rsidRPr="06AAC683" w:rsidR="5269CAE4">
              <w:rPr>
                <w:rFonts w:ascii="Verdana" w:hAnsi="Verdana" w:asciiTheme="minorAscii" w:hAnsiTheme="minorAscii"/>
                <w:sz w:val="24"/>
                <w:szCs w:val="24"/>
              </w:rPr>
              <w:t xml:space="preserve"> healthy </w:t>
            </w:r>
            <w:r w:rsidRPr="06AAC683" w:rsidR="52C33DBA">
              <w:rPr>
                <w:rFonts w:ascii="Verdana" w:hAnsi="Verdana" w:asciiTheme="minorAscii" w:hAnsiTheme="minorAscii"/>
                <w:sz w:val="24"/>
                <w:szCs w:val="24"/>
              </w:rPr>
              <w:t>people</w:t>
            </w:r>
            <w:r w:rsidRPr="06AAC683" w:rsidR="59E5362F">
              <w:rPr>
                <w:rFonts w:ascii="Verdana" w:hAnsi="Verdana" w:asciiTheme="minorAscii" w:hAnsiTheme="minorAscii"/>
                <w:sz w:val="24"/>
                <w:szCs w:val="24"/>
              </w:rPr>
              <w:t xml:space="preserve">. </w:t>
            </w:r>
            <w:r w:rsidRPr="06AAC683" w:rsidR="5269CAE4">
              <w:rPr>
                <w:rFonts w:ascii="Verdana" w:hAnsi="Verdana" w:asciiTheme="minorAscii" w:hAnsiTheme="minorAscii"/>
                <w:sz w:val="24"/>
                <w:szCs w:val="24"/>
              </w:rPr>
              <w:t>Make sure you stay protected this flu season by getting vaccinated. #FightFlu #DontWaitVaccinate #EveryDoseMatters</w:t>
            </w:r>
            <w:bookmarkEnd w:id="607"/>
          </w:p>
        </w:tc>
        <w:tc>
          <w:tcPr>
            <w:tcW w:w="1695" w:type="dxa"/>
            <w:shd w:val="clear" w:color="auto" w:fill="auto"/>
            <w:tcMar/>
          </w:tcPr>
          <w:p w:rsidRPr="00033A26" w:rsidR="0027769D" w:rsidP="202A6D1E" w:rsidRDefault="001F01CA" w14:paraId="36092823" w14:textId="1CD7CD15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E32B90" w:rsidP="202A6D1E" w:rsidRDefault="00E32B90" w14:paraId="0855216E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5269CAE4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DF3009" w:rsidP="202A6D1E" w:rsidRDefault="00E32B90" w14:paraId="7E745C95" w14:textId="44F034FB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5269CAE4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="00DF3009" w:rsidP="202A6D1E" w:rsidRDefault="00E32B90" w14:paraId="1E3315B5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5269CAE4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  <w:p w:rsidRPr="00033A26" w:rsidR="00800A9F" w:rsidP="202A6D1E" w:rsidRDefault="00800A9F" w14:paraId="5110BCBC" w14:textId="1F8931D6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44B92D35">
              <w:rPr>
                <w:rFonts w:ascii="Verdana" w:hAnsi="Verdana" w:asciiTheme="minorAscii" w:hAnsiTheme="minorAscii"/>
                <w:sz w:val="24"/>
                <w:szCs w:val="24"/>
              </w:rPr>
              <w:t>Flu facts</w:t>
            </w:r>
          </w:p>
        </w:tc>
      </w:tr>
      <w:tr w:rsidRPr="00033A26" w:rsidR="00556A3F" w:rsidTr="7D346BA2" w14:paraId="631DA1AA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E46582" w:rsidP="202A6D1E" w:rsidRDefault="00556A3F" w14:paraId="7469EED8" w14:textId="28C9CD77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7913" w:id="639"/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Healthy people can</w:t>
            </w:r>
            <w:r w:rsidRPr="06AAC683" w:rsidR="4B096BD0">
              <w:rPr>
                <w:rFonts w:ascii="Verdana" w:hAnsi="Verdana" w:asciiTheme="minorAscii" w:hAnsiTheme="minorAscii"/>
                <w:sz w:val="24"/>
                <w:szCs w:val="24"/>
              </w:rPr>
              <w:t xml:space="preserve"> get the flu and 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spread the virus to others, especially to those who are more susceptible, like newborn babies, </w:t>
            </w:r>
            <w:r w:rsidRPr="06AAC683" w:rsidR="0095441A">
              <w:rPr>
                <w:rFonts w:ascii="Verdana" w:hAnsi="Verdana" w:asciiTheme="minorAscii" w:hAnsiTheme="minorAscii"/>
                <w:sz w:val="24"/>
                <w:szCs w:val="24"/>
              </w:rPr>
              <w:t>older adults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,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and those with weakened immune systems. </w:t>
            </w:r>
          </w:p>
          <w:p w:rsidRPr="00033A26" w:rsidR="00556A3F" w:rsidP="202A6D1E" w:rsidRDefault="00D4186C" w14:paraId="3B27169B" w14:textId="67A1BCED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1D5C0352">
              <w:rPr>
                <w:rFonts w:ascii="Verdana" w:hAnsi="Verdana" w:asciiTheme="minorAscii" w:hAnsiTheme="minorAscii"/>
                <w:sz w:val="24"/>
                <w:szCs w:val="24"/>
              </w:rPr>
              <w:t>Do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what you can. Get your flu shot. #FightFlu #DontWaitVaccinate #EveryDoseMatters</w:t>
            </w:r>
            <w:bookmarkEnd w:id="639"/>
          </w:p>
        </w:tc>
        <w:tc>
          <w:tcPr>
            <w:tcW w:w="1695" w:type="dxa"/>
            <w:shd w:val="clear" w:color="auto" w:fill="auto"/>
            <w:tcMar/>
          </w:tcPr>
          <w:p w:rsidRPr="00033A26" w:rsidR="00556A3F" w:rsidP="202A6D1E" w:rsidRDefault="00556A3F" w14:paraId="34AD9204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556A3F" w:rsidP="202A6D1E" w:rsidRDefault="00556A3F" w14:paraId="659B19B7" w14:textId="01C77102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1556" w:type="dxa"/>
            <w:tcMar/>
          </w:tcPr>
          <w:p w:rsidR="00556A3F" w:rsidP="202A6D1E" w:rsidRDefault="00556A3F" w14:paraId="30CEC1A6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  <w:p w:rsidRPr="00033A26" w:rsidR="00D4186C" w:rsidP="202A6D1E" w:rsidRDefault="00D4186C" w14:paraId="0A36606B" w14:textId="39857349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1D5C0352">
              <w:rPr>
                <w:rFonts w:ascii="Verdana" w:hAnsi="Verdana" w:asciiTheme="minorAscii" w:hAnsiTheme="minorAscii"/>
                <w:sz w:val="24"/>
                <w:szCs w:val="24"/>
              </w:rPr>
              <w:t>Flu facts</w:t>
            </w:r>
          </w:p>
        </w:tc>
      </w:tr>
      <w:tr w:rsidRPr="00033A26" w:rsidR="00556A3F" w:rsidTr="7D346BA2" w14:paraId="51FA9B7F" w14:textId="77777777">
        <w:trPr>
          <w:trHeight w:val="300"/>
        </w:trPr>
        <w:tc>
          <w:tcPr>
            <w:tcW w:w="6099" w:type="dxa"/>
            <w:shd w:val="clear" w:color="auto" w:fill="auto"/>
            <w:tcMar/>
          </w:tcPr>
          <w:p w:rsidRPr="00033A26" w:rsidR="006D1CD5" w:rsidP="202A6D1E" w:rsidRDefault="00556A3F" w14:paraId="5BA4948F" w14:textId="2A20F906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8042" w:id="665"/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Everyone should get the flu shot, </w:t>
            </w:r>
            <w:r w:rsidRPr="202A6D1E" w:rsidR="6EDBB758">
              <w:rPr>
                <w:rFonts w:ascii="Verdana" w:hAnsi="Verdana" w:asciiTheme="minorAscii" w:hAnsiTheme="minorAscii"/>
                <w:sz w:val="24"/>
                <w:szCs w:val="24"/>
              </w:rPr>
              <w:t xml:space="preserve">including people who are young and healthy. 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Healthy people can also spread the virus to others. </w:t>
            </w:r>
            <w:r w:rsidRPr="202A6D1E" w:rsidR="03367A2E">
              <w:rPr>
                <w:rFonts w:ascii="Verdana" w:hAnsi="Verdana" w:asciiTheme="minorAscii" w:hAnsiTheme="minorAscii"/>
                <w:sz w:val="24"/>
                <w:szCs w:val="24"/>
              </w:rPr>
              <w:t>Do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what you can. Get your flu shot. #FightFlu </w:t>
            </w:r>
            <w:bookmarkEnd w:id="665"/>
          </w:p>
        </w:tc>
        <w:tc>
          <w:tcPr>
            <w:tcW w:w="1695" w:type="dxa"/>
            <w:shd w:val="clear" w:color="auto" w:fill="auto"/>
            <w:tcMar/>
          </w:tcPr>
          <w:p w:rsidRPr="00033A26" w:rsidR="00556A3F" w:rsidP="202A6D1E" w:rsidRDefault="001F01CA" w14:paraId="53E4160D" w14:textId="7891BE8C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</w:tc>
        <w:tc>
          <w:tcPr>
            <w:tcW w:w="1556" w:type="dxa"/>
            <w:tcMar/>
          </w:tcPr>
          <w:p w:rsidRPr="00033A26" w:rsidR="00556A3F" w:rsidP="202A6D1E" w:rsidRDefault="00556A3F" w14:paraId="702EE456" w14:textId="674CE34B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</w:tc>
      </w:tr>
    </w:tbl>
    <w:p w:rsidR="00B81878" w:rsidRDefault="00B81878" w14:paraId="4016186F" w14:textId="77777777">
      <w:pPr/>
    </w:p>
    <w:p w:rsidR="00B81878" w:rsidRDefault="00B81878" w14:paraId="1212ADF3" w14:textId="77777777">
      <w:pPr/>
    </w:p>
    <w:tbl>
      <w:tblPr>
        <w:tblW w:w="5000" w:type="pct"/>
        <w:tblBorders>
          <w:top w:val="single" w:color="BDD6EE" w:themeColor="accent5" w:themeTint="66" w:sz="4" w:space="0"/>
          <w:left w:val="single" w:color="BDD6EE" w:themeColor="accent5" w:themeTint="66" w:sz="4" w:space="0"/>
          <w:bottom w:val="single" w:color="BDD6EE" w:themeColor="accent5" w:themeTint="66" w:sz="4" w:space="0"/>
          <w:right w:val="single" w:color="BDD6EE" w:themeColor="accent5" w:themeTint="66" w:sz="4" w:space="0"/>
          <w:insideH w:val="single" w:color="BDD6EE" w:themeColor="accent5" w:themeTint="66" w:sz="4" w:space="0"/>
          <w:insideV w:val="single" w:color="BDD6EE" w:themeColor="accent5" w:themeTint="66" w:sz="4" w:space="0"/>
        </w:tblBorders>
        <w:tblLayout w:type="fixed"/>
        <w:tblLook w:val="04A0" w:firstRow="1" w:lastRow="0" w:firstColumn="1" w:lastColumn="0" w:noHBand="0" w:noVBand="1"/>
      </w:tblPr>
      <w:tblGrid>
        <w:gridCol w:w="6099"/>
        <w:gridCol w:w="1633"/>
        <w:gridCol w:w="1618"/>
      </w:tblGrid>
      <w:tr w:rsidRPr="00033A26" w:rsidR="00556A3F" w:rsidTr="7D346BA2" w14:paraId="3C6F948B" w14:textId="77777777">
        <w:trPr>
          <w:trHeight w:val="300"/>
        </w:trPr>
        <w:tc>
          <w:tcPr>
            <w:tcW w:w="3261" w:type="pct"/>
            <w:shd w:val="clear" w:color="auto" w:fill="auto"/>
            <w:tcMar/>
          </w:tcPr>
          <w:p w:rsidRPr="00033A26" w:rsidR="00556A3F" w:rsidP="202A6D1E" w:rsidRDefault="006D1CD5" w14:paraId="0442A04B" w14:textId="485FB496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8082" w:id="685"/>
            <w:r w:rsidRPr="7D346BA2" w:rsidR="53BAA74B">
              <w:rPr>
                <w:rFonts w:ascii="Verdana" w:hAnsi="Verdana" w:asciiTheme="minorAscii" w:hAnsiTheme="minorAscii"/>
                <w:sz w:val="24"/>
                <w:szCs w:val="24"/>
              </w:rPr>
              <w:t>No, f</w:t>
            </w:r>
            <w:r w:rsidRPr="7D346BA2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lu vaccines cannot give you the flu. </w:t>
            </w:r>
            <w:r w:rsidRPr="7D346BA2" w:rsidR="6F43A1D8">
              <w:rPr>
                <w:rFonts w:ascii="Verdana" w:hAnsi="Verdana" w:asciiTheme="minorAscii" w:hAnsiTheme="minorAscii"/>
                <w:sz w:val="24"/>
                <w:szCs w:val="24"/>
              </w:rPr>
              <w:t xml:space="preserve">The viruses in the flu shot are </w:t>
            </w:r>
            <w:r w:rsidRPr="7D346BA2" w:rsidR="6F43A1D8">
              <w:rPr>
                <w:rFonts w:ascii="Verdana" w:hAnsi="Verdana" w:asciiTheme="minorAscii" w:hAnsiTheme="minorAscii"/>
                <w:sz w:val="24"/>
                <w:szCs w:val="24"/>
              </w:rPr>
              <w:t>killed</w:t>
            </w:r>
            <w:r w:rsidRPr="7D346BA2" w:rsidR="6F43A1D8">
              <w:rPr>
                <w:rFonts w:ascii="Verdana" w:hAnsi="Verdana" w:asciiTheme="minorAscii" w:hAnsiTheme="minorAscii"/>
                <w:sz w:val="24"/>
                <w:szCs w:val="24"/>
              </w:rPr>
              <w:t xml:space="preserve">, </w:t>
            </w:r>
            <w:r w:rsidRPr="7D346BA2" w:rsidR="3DB8DBE2">
              <w:rPr>
                <w:rFonts w:ascii="Verdana" w:hAnsi="Verdana" w:asciiTheme="minorAscii" w:hAnsiTheme="minorAscii"/>
                <w:sz w:val="24"/>
                <w:szCs w:val="24"/>
              </w:rPr>
              <w:t xml:space="preserve">so </w:t>
            </w:r>
            <w:r w:rsidRPr="7D346BA2" w:rsidR="6F43A1D8">
              <w:rPr>
                <w:rFonts w:ascii="Verdana" w:hAnsi="Verdana" w:asciiTheme="minorAscii" w:hAnsiTheme="minorAscii"/>
                <w:sz w:val="24"/>
                <w:szCs w:val="24"/>
              </w:rPr>
              <w:t xml:space="preserve">they cannot cause infection. </w:t>
            </w:r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 xml:space="preserve">If you get sick after receiving the flu shot, </w:t>
            </w:r>
            <w:r w:rsidRPr="7D346BA2" w:rsidR="43014742">
              <w:rPr>
                <w:rFonts w:ascii="Verdana" w:hAnsi="Verdana" w:asciiTheme="minorAscii" w:hAnsiTheme="minorAscii"/>
                <w:sz w:val="24"/>
                <w:szCs w:val="24"/>
              </w:rPr>
              <w:t>it’s</w:t>
            </w:r>
            <w:r w:rsidRPr="7D346BA2" w:rsidR="43014742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7D346BA2" w:rsidR="503D05F5">
              <w:rPr>
                <w:rFonts w:ascii="Verdana" w:hAnsi="Verdana" w:asciiTheme="minorAscii" w:hAnsiTheme="minorAscii"/>
                <w:sz w:val="24"/>
                <w:szCs w:val="24"/>
              </w:rPr>
              <w:t>probably</w:t>
            </w:r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7D346BA2" w:rsidR="43014742">
              <w:rPr>
                <w:rFonts w:ascii="Verdana" w:hAnsi="Verdana" w:asciiTheme="minorAscii" w:hAnsiTheme="minorAscii"/>
                <w:sz w:val="24"/>
                <w:szCs w:val="24"/>
              </w:rPr>
              <w:t xml:space="preserve">because </w:t>
            </w:r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 xml:space="preserve">you were </w:t>
            </w:r>
            <w:r w:rsidRPr="7D346BA2" w:rsidR="503D05F5">
              <w:rPr>
                <w:rFonts w:ascii="Verdana" w:hAnsi="Verdana" w:asciiTheme="minorAscii" w:hAnsiTheme="minorAscii"/>
                <w:sz w:val="24"/>
                <w:szCs w:val="24"/>
              </w:rPr>
              <w:t xml:space="preserve">already </w:t>
            </w:r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>infected</w:t>
            </w:r>
            <w:r w:rsidRPr="7D346BA2" w:rsidR="022CDA3B">
              <w:rPr>
                <w:rFonts w:ascii="Verdana" w:hAnsi="Verdana" w:asciiTheme="minorAscii" w:hAnsiTheme="minorAscii"/>
                <w:sz w:val="24"/>
                <w:szCs w:val="24"/>
              </w:rPr>
              <w:t xml:space="preserve"> o</w:t>
            </w:r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 xml:space="preserve">r the </w:t>
            </w:r>
            <w:bookmarkStart w:name="_Int_Zu6sDYFU" w:id="1694453899"/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>vaccine</w:t>
            </w:r>
            <w:r w:rsidRPr="7D346BA2" w:rsidR="53B2C8C6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7D346BA2" w:rsidR="5533E2D7">
              <w:rPr>
                <w:rFonts w:ascii="Verdana" w:hAnsi="Verdana" w:asciiTheme="minorAscii" w:hAnsiTheme="minorAscii"/>
                <w:sz w:val="24"/>
                <w:szCs w:val="24"/>
              </w:rPr>
              <w:t xml:space="preserve">protection </w:t>
            </w:r>
            <w:bookmarkEnd w:id="1694453899"/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>hadn’t</w:t>
            </w:r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 xml:space="preserve"> kicked in yet</w:t>
            </w:r>
            <w:r w:rsidRPr="7D346BA2" w:rsidR="6EDBB758">
              <w:rPr>
                <w:rFonts w:ascii="Verdana" w:hAnsi="Verdana" w:asciiTheme="minorAscii" w:hAnsiTheme="minorAscii"/>
                <w:sz w:val="24"/>
                <w:szCs w:val="24"/>
              </w:rPr>
              <w:t>.</w:t>
            </w:r>
            <w:r w:rsidRPr="7D346BA2" w:rsidR="55015E9D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7D346BA2" w:rsidR="41DC8D97">
              <w:rPr>
                <w:rFonts w:ascii="Verdana" w:hAnsi="Verdana" w:asciiTheme="minorAscii" w:hAnsiTheme="minorAscii"/>
                <w:sz w:val="24"/>
                <w:szCs w:val="24"/>
              </w:rPr>
              <w:t xml:space="preserve">It takes </w:t>
            </w:r>
            <w:r w:rsidRPr="7D346BA2" w:rsidR="33C737D5">
              <w:rPr>
                <w:rFonts w:ascii="Verdana" w:hAnsi="Verdana" w:asciiTheme="minorAscii" w:hAnsiTheme="minorAscii"/>
                <w:sz w:val="24"/>
                <w:szCs w:val="24"/>
              </w:rPr>
              <w:t>two</w:t>
            </w:r>
            <w:r w:rsidRPr="7D346BA2" w:rsidR="41DC8D97">
              <w:rPr>
                <w:rFonts w:ascii="Verdana" w:hAnsi="Verdana" w:asciiTheme="minorAscii" w:hAnsiTheme="minorAscii"/>
                <w:sz w:val="24"/>
                <w:szCs w:val="24"/>
              </w:rPr>
              <w:t xml:space="preserve"> weeks after</w:t>
            </w:r>
            <w:r w:rsidRPr="7D346BA2" w:rsidR="41DC8D97">
              <w:rPr>
                <w:rFonts w:ascii="Verdana" w:hAnsi="Verdana" w:asciiTheme="minorAscii" w:hAnsiTheme="minorAscii"/>
                <w:sz w:val="24"/>
                <w:szCs w:val="24"/>
              </w:rPr>
              <w:t xml:space="preserve"> the flu vaccine for your body </w:t>
            </w:r>
            <w:r w:rsidRPr="7D346BA2" w:rsidR="4B096BD0">
              <w:rPr>
                <w:rFonts w:ascii="Verdana" w:hAnsi="Verdana" w:asciiTheme="minorAscii" w:hAnsiTheme="minorAscii"/>
                <w:sz w:val="24"/>
                <w:szCs w:val="24"/>
              </w:rPr>
              <w:t xml:space="preserve">to </w:t>
            </w:r>
            <w:r w:rsidRPr="7D346BA2" w:rsidR="4B096BD0">
              <w:rPr>
                <w:rFonts w:ascii="Verdana" w:hAnsi="Verdana" w:asciiTheme="minorAscii" w:hAnsiTheme="minorAscii"/>
                <w:sz w:val="24"/>
                <w:szCs w:val="24"/>
              </w:rPr>
              <w:t>build</w:t>
            </w:r>
            <w:r w:rsidRPr="7D346BA2" w:rsidR="41DC8D97">
              <w:rPr>
                <w:rFonts w:ascii="Verdana" w:hAnsi="Verdana" w:asciiTheme="minorAscii" w:hAnsiTheme="minorAscii"/>
                <w:sz w:val="24"/>
                <w:szCs w:val="24"/>
              </w:rPr>
              <w:t xml:space="preserve"> its immune </w:t>
            </w:r>
            <w:bookmarkStart w:name="_Int_LqLKUXsq" w:id="1306307867"/>
            <w:r w:rsidRPr="7D346BA2" w:rsidR="507996CE">
              <w:rPr>
                <w:rFonts w:ascii="Verdana" w:hAnsi="Verdana" w:asciiTheme="minorAscii" w:hAnsiTheme="minorAscii"/>
                <w:sz w:val="24"/>
                <w:szCs w:val="24"/>
              </w:rPr>
              <w:t>response</w:t>
            </w:r>
            <w:r w:rsidRPr="7D346BA2" w:rsidR="380A240F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bookmarkEnd w:id="1306307867"/>
            <w:r w:rsidRPr="7D346BA2" w:rsidR="1278417E">
              <w:rPr>
                <w:rFonts w:ascii="Verdana" w:hAnsi="Verdana" w:asciiTheme="minorAscii" w:hAnsiTheme="minorAscii"/>
                <w:sz w:val="24"/>
                <w:szCs w:val="24"/>
              </w:rPr>
              <w:t>and</w:t>
            </w:r>
            <w:r w:rsidRPr="7D346BA2" w:rsidR="41DC8D97">
              <w:rPr>
                <w:rFonts w:ascii="Verdana" w:hAnsi="Verdana" w:asciiTheme="minorAscii" w:hAnsiTheme="minorAscii"/>
                <w:sz w:val="24"/>
                <w:szCs w:val="24"/>
              </w:rPr>
              <w:t xml:space="preserve"> protect you from </w:t>
            </w:r>
            <w:r w:rsidRPr="7D346BA2" w:rsidR="380A240F">
              <w:rPr>
                <w:rFonts w:ascii="Verdana" w:hAnsi="Verdana" w:asciiTheme="minorAscii" w:hAnsiTheme="minorAscii"/>
                <w:sz w:val="24"/>
                <w:szCs w:val="24"/>
              </w:rPr>
              <w:t xml:space="preserve">the </w:t>
            </w:r>
            <w:r w:rsidRPr="7D346BA2" w:rsidR="41DC8D97">
              <w:rPr>
                <w:rFonts w:ascii="Verdana" w:hAnsi="Verdana" w:asciiTheme="minorAscii" w:hAnsiTheme="minorAscii"/>
                <w:sz w:val="24"/>
                <w:szCs w:val="24"/>
              </w:rPr>
              <w:t>flu</w:t>
            </w:r>
            <w:r w:rsidRPr="7D346BA2" w:rsidR="1278417E">
              <w:rPr>
                <w:rFonts w:ascii="Verdana" w:hAnsi="Verdana" w:asciiTheme="minorAscii" w:hAnsiTheme="minorAscii"/>
                <w:sz w:val="24"/>
                <w:szCs w:val="24"/>
              </w:rPr>
              <w:t>.</w:t>
            </w:r>
            <w:r w:rsidRPr="7D346BA2" w:rsidR="41DC8D97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7D346BA2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#FightFlu </w:t>
            </w:r>
            <w:bookmarkEnd w:id="685"/>
            <w:r w:rsidRPr="7D346BA2" w:rsidR="6BD11230">
              <w:rPr>
                <w:rFonts w:ascii="Verdana" w:hAnsi="Verdana" w:asciiTheme="minorAscii" w:hAnsiTheme="minorAscii"/>
                <w:sz w:val="24"/>
                <w:szCs w:val="24"/>
              </w:rPr>
              <w:t>#DontWaitVaccinate</w:t>
            </w:r>
          </w:p>
        </w:tc>
        <w:tc>
          <w:tcPr>
            <w:tcW w:w="873" w:type="pct"/>
            <w:shd w:val="clear" w:color="auto" w:fill="auto"/>
            <w:tcMar/>
          </w:tcPr>
          <w:p w:rsidRPr="00033A26" w:rsidR="00556A3F" w:rsidP="202A6D1E" w:rsidRDefault="00556A3F" w14:paraId="6F7AA13F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556A3F" w:rsidP="202A6D1E" w:rsidRDefault="00556A3F" w14:paraId="0B0C1D77" w14:textId="4E88DEA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865" w:type="pct"/>
            <w:tcMar/>
          </w:tcPr>
          <w:p w:rsidR="00556A3F" w:rsidP="202A6D1E" w:rsidRDefault="00556A3F" w14:paraId="274080BB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  <w:p w:rsidRPr="00033A26" w:rsidR="00812B75" w:rsidP="202A6D1E" w:rsidRDefault="00812B75" w14:paraId="6AD304E4" w14:textId="46918E70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2B3287F7">
              <w:rPr>
                <w:rFonts w:ascii="Verdana" w:hAnsi="Verdana" w:asciiTheme="minorAscii" w:hAnsiTheme="minorAscii"/>
                <w:sz w:val="24"/>
                <w:szCs w:val="24"/>
              </w:rPr>
              <w:t>Flu facts</w:t>
            </w:r>
          </w:p>
        </w:tc>
      </w:tr>
      <w:tr w:rsidRPr="00033A26" w:rsidR="00556A3F" w:rsidTr="7D346BA2" w14:paraId="7BADDFFB" w14:textId="77777777">
        <w:trPr>
          <w:trHeight w:val="300"/>
        </w:trPr>
        <w:tc>
          <w:tcPr>
            <w:tcW w:w="3261" w:type="pct"/>
            <w:shd w:val="clear" w:color="auto" w:fill="auto"/>
            <w:tcMar/>
          </w:tcPr>
          <w:p w:rsidRPr="00033A26" w:rsidR="00556A3F" w:rsidP="202A6D1E" w:rsidRDefault="00556A3F" w14:paraId="68C7E4C5" w14:textId="47B7C845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8140" w:id="771"/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No, flu vaccines </w:t>
            </w:r>
            <w:r w:rsidRPr="06AAC683" w:rsidR="2B3287F7">
              <w:rPr>
                <w:rFonts w:ascii="Verdana" w:hAnsi="Verdana" w:asciiTheme="minorAscii" w:hAnsiTheme="minorAscii"/>
                <w:sz w:val="24"/>
                <w:szCs w:val="24"/>
              </w:rPr>
              <w:t>do</w:t>
            </w:r>
            <w:r w:rsidRPr="06AAC683" w:rsidR="0C58CC85">
              <w:rPr>
                <w:rFonts w:ascii="Verdana" w:hAnsi="Verdana" w:asciiTheme="minorAscii" w:hAnsiTheme="minorAscii"/>
                <w:sz w:val="24"/>
                <w:szCs w:val="24"/>
              </w:rPr>
              <w:t xml:space="preserve"> not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give you the flu. </w:t>
            </w:r>
            <w:r w:rsidRPr="06AAC683" w:rsidR="7D03C53A">
              <w:rPr>
                <w:rFonts w:ascii="Verdana" w:hAnsi="Verdana" w:asciiTheme="minorAscii" w:hAnsiTheme="minorAscii"/>
                <w:sz w:val="24"/>
                <w:szCs w:val="24"/>
              </w:rPr>
              <w:t xml:space="preserve">The viruses in the flu shot are </w:t>
            </w:r>
            <w:r w:rsidRPr="06AAC683" w:rsidR="7D03C53A">
              <w:rPr>
                <w:rFonts w:ascii="Verdana" w:hAnsi="Verdana" w:asciiTheme="minorAscii" w:hAnsiTheme="minorAscii"/>
                <w:sz w:val="24"/>
                <w:szCs w:val="24"/>
              </w:rPr>
              <w:t>killed</w:t>
            </w:r>
            <w:r w:rsidRPr="06AAC683" w:rsidR="0C58CC85">
              <w:rPr>
                <w:rFonts w:ascii="Verdana" w:hAnsi="Verdana" w:asciiTheme="minorAscii" w:hAnsiTheme="minorAscii"/>
                <w:sz w:val="24"/>
                <w:szCs w:val="24"/>
              </w:rPr>
              <w:t>—</w:t>
            </w:r>
            <w:r w:rsidRPr="06AAC683" w:rsidR="7D03C53A">
              <w:rPr>
                <w:rFonts w:ascii="Verdana" w:hAnsi="Verdana" w:asciiTheme="minorAscii" w:hAnsiTheme="minorAscii"/>
                <w:sz w:val="24"/>
                <w:szCs w:val="24"/>
              </w:rPr>
              <w:t xml:space="preserve">they cannot cause infection. </w:t>
            </w: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#FightFlu</w:t>
            </w:r>
            <w:r w:rsidRPr="06AAC683" w:rsidR="7D03C53A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06AAC683" w:rsidR="5CB222AC">
              <w:rPr>
                <w:rFonts w:ascii="Verdana" w:hAnsi="Verdana" w:asciiTheme="minorAscii" w:hAnsiTheme="minorAscii"/>
                <w:sz w:val="24"/>
                <w:szCs w:val="24"/>
              </w:rPr>
              <w:t>#DontWaitVaccinate</w:t>
            </w:r>
            <w:bookmarkEnd w:id="771"/>
          </w:p>
        </w:tc>
        <w:tc>
          <w:tcPr>
            <w:tcW w:w="873" w:type="pct"/>
            <w:shd w:val="clear" w:color="auto" w:fill="auto"/>
            <w:tcMar/>
          </w:tcPr>
          <w:p w:rsidRPr="00033A26" w:rsidR="00556A3F" w:rsidP="202A6D1E" w:rsidRDefault="001F01CA" w14:paraId="57A04FE1" w14:textId="1DF8EAB9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</w:tc>
        <w:tc>
          <w:tcPr>
            <w:tcW w:w="865" w:type="pct"/>
            <w:tcMar/>
          </w:tcPr>
          <w:p w:rsidR="00556A3F" w:rsidP="202A6D1E" w:rsidRDefault="00556A3F" w14:paraId="348B6744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  <w:p w:rsidRPr="00033A26" w:rsidR="00DA2EBD" w:rsidP="202A6D1E" w:rsidRDefault="00DA2EBD" w14:paraId="3C253D4F" w14:textId="1160AC6A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4AD01CFB">
              <w:rPr>
                <w:rFonts w:ascii="Verdana" w:hAnsi="Verdana" w:asciiTheme="minorAscii" w:hAnsiTheme="minorAscii"/>
                <w:sz w:val="24"/>
                <w:szCs w:val="24"/>
              </w:rPr>
              <w:t>Flu facts</w:t>
            </w:r>
          </w:p>
        </w:tc>
      </w:tr>
      <w:tr w:rsidRPr="00033A26" w:rsidR="00556A3F" w:rsidTr="7D346BA2" w14:paraId="29DF1D01" w14:textId="77777777">
        <w:trPr>
          <w:trHeight w:val="300"/>
        </w:trPr>
        <w:tc>
          <w:tcPr>
            <w:tcW w:w="3261" w:type="pct"/>
            <w:shd w:val="clear" w:color="auto" w:fill="auto"/>
            <w:tcMar/>
          </w:tcPr>
          <w:p w:rsidRPr="00033A26" w:rsidR="003058D7" w:rsidP="202A6D1E" w:rsidRDefault="00987E82" w14:paraId="4EE123A3" w14:textId="7DC119A4">
            <w:pPr>
              <w:spacing w:before="120" w:line="240" w:lineRule="auto"/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</w:pPr>
            <w:bookmarkStart w:name="_Hlk112758184" w:id="798"/>
            <w:r w:rsidRPr="06AAC683" w:rsidR="43014742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The flu shot is </w:t>
            </w:r>
            <w:r w:rsidRPr="06AAC683" w:rsidR="07D2A983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the best way to </w:t>
            </w:r>
            <w:r w:rsidRPr="06AAC683" w:rsidR="43014742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avoid </w:t>
            </w:r>
            <w:r w:rsidRPr="06AAC683" w:rsidR="1D3D4CDE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severe sickness from </w:t>
            </w:r>
            <w:r w:rsidRPr="06AAC683" w:rsidR="53BAA74B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>the flu</w:t>
            </w:r>
            <w:r w:rsidRPr="06AAC683" w:rsidR="43014742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>.</w:t>
            </w:r>
            <w:r w:rsidRPr="06AAC683" w:rsidR="282AC723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 Not only </w:t>
            </w:r>
            <w:r w:rsidRPr="06AAC683" w:rsidR="309638D7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>does</w:t>
            </w:r>
            <w:r w:rsidRPr="06AAC683" w:rsidR="282AC723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 the flu shot decrease the likelihood of getting the flu, but it also</w:t>
            </w:r>
            <w:r w:rsidRPr="06AAC683" w:rsidR="282AC723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 reduces the severity of your symptoms</w:t>
            </w:r>
            <w:r w:rsidRPr="06AAC683" w:rsidR="69ECDA8B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 if you do get the flu</w:t>
            </w:r>
            <w:r w:rsidRPr="06AAC683" w:rsidR="1D3D4CDE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>.</w:t>
            </w:r>
            <w:r w:rsidRPr="06AAC683" w:rsidR="282AC723"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  <w:t xml:space="preserve"> </w:t>
            </w:r>
          </w:p>
          <w:p w:rsidRPr="00033A26" w:rsidR="00987E82" w:rsidP="06AAC683" w:rsidRDefault="00987E82" w14:paraId="2C11C819" w14:textId="3F90AACC">
            <w:pPr>
              <w:spacing w:before="120" w:line="240" w:lineRule="auto"/>
              <w:rPr>
                <w:rFonts w:ascii="Verdana" w:hAnsi="Verdana" w:eastAsia="" w:asciiTheme="minorAscii" w:hAnsiTheme="minorAscii" w:eastAsiaTheme="minorEastAsia"/>
                <w:color w:val="auto"/>
                <w:sz w:val="24"/>
                <w:szCs w:val="24"/>
              </w:rPr>
            </w:pPr>
            <w:r w:rsidRPr="06AAC683" w:rsidR="00987E82">
              <w:rPr>
                <w:rFonts w:ascii="Verdana" w:hAnsi="Verdana" w:asciiTheme="minorAscii" w:hAnsiTheme="minorAscii"/>
                <w:sz w:val="24"/>
                <w:szCs w:val="24"/>
              </w:rPr>
              <w:t>#FightFlu #DontWaitVaccinate</w:t>
            </w:r>
            <w:bookmarkEnd w:id="798"/>
          </w:p>
        </w:tc>
        <w:tc>
          <w:tcPr>
            <w:tcW w:w="873" w:type="pct"/>
            <w:shd w:val="clear" w:color="auto" w:fill="auto"/>
            <w:tcMar/>
          </w:tcPr>
          <w:p w:rsidRPr="00033A26" w:rsidR="0027769D" w:rsidP="06AAC683" w:rsidRDefault="001F01CA" w14:paraId="4F4A07E7" w14:textId="157D2475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4A2D9D" w:rsidP="202A6D1E" w:rsidRDefault="004A2D9D" w14:paraId="4ADB06F2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1CBD2478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556A3F" w:rsidP="202A6D1E" w:rsidRDefault="004A2D9D" w14:paraId="41362BCB" w14:textId="4FA64CCD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1CBD2478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865" w:type="pct"/>
            <w:tcMar/>
          </w:tcPr>
          <w:p w:rsidR="00556A3F" w:rsidP="202A6D1E" w:rsidRDefault="00556A3F" w14:paraId="6E659DC4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6BD11230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  <w:p w:rsidRPr="00033A26" w:rsidR="002A6E3B" w:rsidP="202A6D1E" w:rsidRDefault="002A6E3B" w14:paraId="563AD3E0" w14:textId="270ED96B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74851AE">
              <w:rPr>
                <w:rFonts w:ascii="Verdana" w:hAnsi="Verdana" w:asciiTheme="minorAscii" w:hAnsiTheme="minorAscii"/>
                <w:sz w:val="24"/>
                <w:szCs w:val="24"/>
              </w:rPr>
              <w:t>Flu facts</w:t>
            </w:r>
          </w:p>
        </w:tc>
      </w:tr>
      <w:tr w:rsidRPr="00033A26" w:rsidR="00556A3F" w:rsidTr="7D346BA2" w14:paraId="10F70C72" w14:textId="77777777">
        <w:trPr>
          <w:trHeight w:val="300"/>
        </w:trPr>
        <w:tc>
          <w:tcPr>
            <w:tcW w:w="3261" w:type="pct"/>
            <w:shd w:val="clear" w:color="auto" w:fill="auto"/>
            <w:tcMar/>
          </w:tcPr>
          <w:p w:rsidRPr="00033A26" w:rsidR="00556A3F" w:rsidP="202A6D1E" w:rsidRDefault="00556A3F" w14:paraId="03F78476" w14:textId="7A39C27E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8312" w:id="832"/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It’s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important to get the flu shot every 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year</w:t>
            </w:r>
            <w:r w:rsidRPr="202A6D1E" w:rsidR="613B74AB">
              <w:rPr>
                <w:rFonts w:ascii="Verdana" w:hAnsi="Verdana" w:asciiTheme="minorAscii" w:hAnsiTheme="minorAscii"/>
                <w:sz w:val="24"/>
                <w:szCs w:val="24"/>
              </w:rPr>
              <w:t>,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because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flu viruses change. The </w:t>
            </w:r>
            <w:r w:rsidRPr="202A6D1E" w:rsidR="613B74AB">
              <w:rPr>
                <w:rFonts w:ascii="Verdana" w:hAnsi="Verdana" w:asciiTheme="minorAscii" w:hAnsiTheme="minorAscii"/>
                <w:sz w:val="24"/>
                <w:szCs w:val="24"/>
              </w:rPr>
              <w:t xml:space="preserve">FDA updates the 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vaccine formulation 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ye</w:t>
            </w:r>
            <w:r w:rsidRPr="202A6D1E" w:rsidR="613B74AB">
              <w:rPr>
                <w:rFonts w:ascii="Verdana" w:hAnsi="Verdana" w:asciiTheme="minorAscii" w:hAnsiTheme="minorAscii"/>
                <w:sz w:val="24"/>
                <w:szCs w:val="24"/>
              </w:rPr>
              <w:t>arly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 to </w:t>
            </w:r>
            <w:r w:rsidRPr="202A6D1E" w:rsidR="6CA3C604">
              <w:rPr>
                <w:rFonts w:ascii="Verdana" w:hAnsi="Verdana" w:asciiTheme="minorAscii" w:hAnsiTheme="minorAscii"/>
                <w:sz w:val="24"/>
                <w:szCs w:val="24"/>
              </w:rPr>
              <w:t xml:space="preserve">protect you against the dominant </w:t>
            </w:r>
            <w:r w:rsidRPr="202A6D1E" w:rsidR="5FCD78EF">
              <w:rPr>
                <w:rFonts w:ascii="Verdana" w:hAnsi="Verdana" w:asciiTheme="minorAscii" w:hAnsiTheme="minorAscii"/>
                <w:sz w:val="24"/>
                <w:szCs w:val="24"/>
              </w:rPr>
              <w:t xml:space="preserve">strain </w:t>
            </w:r>
            <w:r w:rsidRPr="202A6D1E" w:rsidR="5FCD78EF">
              <w:rPr>
                <w:rFonts w:ascii="Verdana" w:hAnsi="Verdana" w:asciiTheme="minorAscii" w:hAnsiTheme="minorAscii"/>
                <w:sz w:val="24"/>
                <w:szCs w:val="24"/>
              </w:rPr>
              <w:t>that flu season.</w:t>
            </w:r>
            <w:r w:rsidRPr="202A6D1E" w:rsidR="216EE2CD">
              <w:rPr>
                <w:rFonts w:ascii="Verdana" w:hAnsi="Verdana" w:asciiTheme="minorAscii" w:hAnsiTheme="minorAscii"/>
                <w:sz w:val="24"/>
                <w:szCs w:val="24"/>
              </w:rPr>
              <w:t xml:space="preserve"> 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 xml:space="preserve">Stay protected and get your flu shot. #FightFlu #DontWaitVaccinate </w:t>
            </w:r>
            <w:bookmarkEnd w:id="832"/>
          </w:p>
        </w:tc>
        <w:tc>
          <w:tcPr>
            <w:tcW w:w="873" w:type="pct"/>
            <w:shd w:val="clear" w:color="auto" w:fill="auto"/>
            <w:tcMar/>
          </w:tcPr>
          <w:p w:rsidRPr="00033A26" w:rsidR="0027769D" w:rsidP="202A6D1E" w:rsidRDefault="001F01CA" w14:paraId="745E507E" w14:textId="2D9F5993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556A3F" w:rsidP="202A6D1E" w:rsidRDefault="00556A3F" w14:paraId="679D8389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556A3F" w:rsidP="202A6D1E" w:rsidRDefault="00556A3F" w14:paraId="49A160FC" w14:textId="20CC1682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865" w:type="pct"/>
            <w:tcMar/>
          </w:tcPr>
          <w:p w:rsidRPr="00033A26" w:rsidR="00556A3F" w:rsidP="202A6D1E" w:rsidRDefault="00556A3F" w14:paraId="4F126D47" w14:textId="72E392FD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</w:tc>
      </w:tr>
      <w:tr w:rsidRPr="00033A26" w:rsidR="00556A3F" w:rsidTr="7D346BA2" w14:paraId="677E0086" w14:textId="77777777">
        <w:trPr>
          <w:trHeight w:val="300"/>
        </w:trPr>
        <w:tc>
          <w:tcPr>
            <w:tcW w:w="3261" w:type="pct"/>
            <w:shd w:val="clear" w:color="auto" w:fill="auto"/>
            <w:tcMar/>
          </w:tcPr>
          <w:p w:rsidRPr="00033A26" w:rsidR="00556A3F" w:rsidP="202A6D1E" w:rsidRDefault="008752BA" w14:paraId="33F96CA5" w14:textId="38B9F850">
            <w:pPr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bookmarkStart w:name="_Hlk112758374" w:id="868"/>
            <w:r w:rsidRPr="202A6D1E" w:rsidR="282AC723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F</w:t>
            </w:r>
            <w:r w:rsidRPr="202A6D1E" w:rsidR="6BD11230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riendly reminder to get your flu shot</w:t>
            </w:r>
            <w:r w:rsidRPr="202A6D1E" w:rsidR="088194C2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!</w:t>
            </w:r>
            <w:r w:rsidRPr="202A6D1E" w:rsidR="6BD11230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The best protection from the flu is getting a yearly flu vaccine. The CDC recommends</w:t>
            </w:r>
            <w:r w:rsidRPr="202A6D1E" w:rsidR="09E900AB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that</w:t>
            </w:r>
            <w:r w:rsidRPr="202A6D1E" w:rsidR="6BD11230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</w:t>
            </w:r>
            <w:r w:rsidRPr="202A6D1E" w:rsidR="0084132E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people aged </w:t>
            </w:r>
            <w:r w:rsidRPr="202A6D1E" w:rsidR="0084132E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six</w:t>
            </w:r>
            <w:r w:rsidRPr="202A6D1E" w:rsidR="0084132E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month</w:t>
            </w:r>
            <w:r w:rsidRPr="202A6D1E" w:rsidR="0084132E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s </w:t>
            </w:r>
            <w:r w:rsidRPr="202A6D1E" w:rsidR="6BD11230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and </w:t>
            </w:r>
            <w:r w:rsidRPr="202A6D1E" w:rsidR="6138ACFA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older</w:t>
            </w:r>
            <w:r w:rsidRPr="202A6D1E" w:rsidR="6BD11230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get </w:t>
            </w:r>
            <w:r w:rsidRPr="202A6D1E" w:rsidR="6BD11230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a flu vaccine. </w:t>
            </w: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#FightFlu #DontWaitVaccinate #EveryDoseMatters</w:t>
            </w:r>
            <w:bookmarkEnd w:id="868"/>
          </w:p>
        </w:tc>
        <w:tc>
          <w:tcPr>
            <w:tcW w:w="873" w:type="pct"/>
            <w:shd w:val="clear" w:color="auto" w:fill="auto"/>
            <w:tcMar/>
          </w:tcPr>
          <w:p w:rsidRPr="00033A26" w:rsidR="0027769D" w:rsidP="202A6D1E" w:rsidRDefault="001F01CA" w14:paraId="1DC76DA2" w14:textId="2489E04D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556A3F" w:rsidP="202A6D1E" w:rsidRDefault="00556A3F" w14:paraId="14A8F5BC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556A3F" w:rsidP="202A6D1E" w:rsidRDefault="00556A3F" w14:paraId="02C9BF9A" w14:textId="30E7F78D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865" w:type="pct"/>
            <w:tcMar/>
          </w:tcPr>
          <w:p w:rsidRPr="00033A26" w:rsidR="00556A3F" w:rsidP="202A6D1E" w:rsidRDefault="00556A3F" w14:paraId="10C81944" w14:textId="1F8AE9C6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202A6D1E" w:rsidR="6BD11230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</w:tc>
      </w:tr>
      <w:tr w:rsidRPr="00033A26" w:rsidR="00B018ED" w:rsidTr="7D346BA2" w14:paraId="05659795" w14:textId="77777777">
        <w:trPr>
          <w:trHeight w:val="300"/>
        </w:trPr>
        <w:tc>
          <w:tcPr>
            <w:tcW w:w="3261" w:type="pct"/>
            <w:shd w:val="clear" w:color="auto" w:fill="auto"/>
            <w:tcMar/>
          </w:tcPr>
          <w:p w:rsidRPr="00033A26" w:rsidR="00B018ED" w:rsidP="202A6D1E" w:rsidRDefault="00A914CB" w14:paraId="69C2DA76" w14:textId="56560951">
            <w:pPr>
              <w:spacing w:before="120" w:line="240" w:lineRule="auto"/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</w:pPr>
            <w:bookmarkStart w:name="_Hlk112758386" w:id="910"/>
            <w:r w:rsidRPr="06AAC683" w:rsidR="63A1EBC6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The best time to get a flu vaccine is anytime between September and October. Missed that window? </w:t>
            </w:r>
            <w:r w:rsidRPr="06AAC683" w:rsidR="1ABA591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It’s</w:t>
            </w:r>
            <w:r w:rsidRPr="06AAC683" w:rsidR="1ABA591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not too late</w:t>
            </w:r>
            <w:r w:rsidRPr="06AAC683" w:rsidR="7DB668E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!</w:t>
            </w:r>
            <w:r w:rsidRPr="06AAC683" w:rsidR="1ABA591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</w:t>
            </w:r>
            <w:r w:rsidRPr="06AAC683" w:rsidR="09E900AB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Flu season lasts through May</w:t>
            </w:r>
            <w:r w:rsidRPr="06AAC683" w:rsidR="7DB668E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—</w:t>
            </w:r>
            <w:r w:rsidRPr="06AAC683" w:rsidR="1ABA591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get </w:t>
            </w:r>
            <w:r w:rsidRPr="06AAC683" w:rsidR="63A1EBC6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vaccinated</w:t>
            </w:r>
            <w:r w:rsidRPr="06AAC683" w:rsidR="63A1EBC6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. </w:t>
            </w:r>
            <w:r w:rsidRPr="06AAC683" w:rsidR="63A1EBC6">
              <w:rPr>
                <w:rFonts w:ascii="Verdana" w:hAnsi="Verdana" w:asciiTheme="minorAscii" w:hAnsiTheme="minorAscii"/>
                <w:sz w:val="24"/>
                <w:szCs w:val="24"/>
              </w:rPr>
              <w:t>#FightFlu #DontWaitVaccinate</w:t>
            </w:r>
            <w:bookmarkEnd w:id="910"/>
          </w:p>
        </w:tc>
        <w:tc>
          <w:tcPr>
            <w:tcW w:w="873" w:type="pct"/>
            <w:shd w:val="clear" w:color="auto" w:fill="auto"/>
            <w:tcMar/>
          </w:tcPr>
          <w:p w:rsidRPr="00033A26" w:rsidR="0027769D" w:rsidP="06AAC683" w:rsidRDefault="001F01CA" w14:paraId="2F1F18B5" w14:textId="5865762A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A914CB" w:rsidP="06AAC683" w:rsidRDefault="00A914CB" w14:paraId="6FBD4293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A914CB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00B018ED" w:rsidP="06AAC683" w:rsidRDefault="00A914CB" w14:paraId="7343BF33" w14:textId="4AAFF9F6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A914CB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865" w:type="pct"/>
            <w:tcMar/>
          </w:tcPr>
          <w:p w:rsidR="00B018ED" w:rsidP="06AAC683" w:rsidRDefault="00A914CB" w14:paraId="56FD7399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A914CB">
              <w:rPr>
                <w:rFonts w:ascii="Verdana" w:hAnsi="Verdana" w:asciiTheme="minorAscii" w:hAnsiTheme="minorAscii"/>
                <w:sz w:val="24"/>
                <w:szCs w:val="24"/>
              </w:rPr>
              <w:t>Myth busting</w:t>
            </w:r>
          </w:p>
          <w:p w:rsidRPr="00033A26" w:rsidR="00833018" w:rsidP="202A6D1E" w:rsidRDefault="00833018" w14:paraId="090AFBAB" w14:textId="6B801894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4BEA00B1">
              <w:rPr>
                <w:rFonts w:ascii="Verdana" w:hAnsi="Verdana" w:asciiTheme="minorAscii" w:hAnsiTheme="minorAscii"/>
                <w:sz w:val="24"/>
                <w:szCs w:val="24"/>
              </w:rPr>
              <w:t>Flu Facts</w:t>
            </w:r>
          </w:p>
        </w:tc>
      </w:tr>
    </w:tbl>
    <w:p w:rsidR="00D17138" w:rsidRDefault="00D17138" w14:paraId="4EB1310D" w14:textId="77777777">
      <w:pPr/>
    </w:p>
    <w:p w:rsidR="00D17138" w:rsidRDefault="00D17138" w14:paraId="52996222" w14:textId="77777777">
      <w:pPr/>
    </w:p>
    <w:tbl>
      <w:tblPr>
        <w:tblW w:w="5000" w:type="pct"/>
        <w:tblBorders>
          <w:top w:val="single" w:color="BDD6EE" w:themeColor="accent5" w:themeTint="66" w:sz="4" w:space="0"/>
          <w:left w:val="single" w:color="BDD6EE" w:themeColor="accent5" w:themeTint="66" w:sz="4" w:space="0"/>
          <w:bottom w:val="single" w:color="BDD6EE" w:themeColor="accent5" w:themeTint="66" w:sz="4" w:space="0"/>
          <w:right w:val="single" w:color="BDD6EE" w:themeColor="accent5" w:themeTint="66" w:sz="4" w:space="0"/>
          <w:insideH w:val="single" w:color="BDD6EE" w:themeColor="accent5" w:themeTint="66" w:sz="4" w:space="0"/>
          <w:insideV w:val="single" w:color="BDD6EE" w:themeColor="accent5" w:themeTint="66" w:sz="4" w:space="0"/>
        </w:tblBorders>
        <w:tblLayout w:type="fixed"/>
        <w:tblLook w:val="04A0" w:firstRow="1" w:lastRow="0" w:firstColumn="1" w:lastColumn="0" w:noHBand="0" w:noVBand="1"/>
      </w:tblPr>
      <w:tblGrid>
        <w:gridCol w:w="6099"/>
        <w:gridCol w:w="1633"/>
        <w:gridCol w:w="1618"/>
      </w:tblGrid>
      <w:tr w:rsidRPr="00033A26" w:rsidR="3EA95F81" w:rsidTr="06AAC683" w14:paraId="2794D285" w14:textId="77777777">
        <w:trPr>
          <w:trHeight w:val="300"/>
        </w:trPr>
        <w:tc>
          <w:tcPr>
            <w:tcW w:w="3261" w:type="pct"/>
            <w:shd w:val="clear" w:color="auto" w:fill="auto"/>
            <w:tcMar/>
          </w:tcPr>
          <w:p w:rsidRPr="00033A26" w:rsidR="3EA95F81" w:rsidP="202A6D1E" w:rsidRDefault="3EA95F81" w14:paraId="2C5B19DE" w14:textId="2BF6075D">
            <w:pPr>
              <w:spacing w:before="120" w:line="240" w:lineRule="auto"/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</w:pPr>
            <w:r w:rsidRPr="06AAC683" w:rsidR="322A8BF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Getting the flu kills the vibe</w:t>
            </w:r>
            <w:r w:rsidRPr="06AAC683" w:rsidR="3986882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.</w:t>
            </w:r>
            <w:r w:rsidRPr="06AAC683" w:rsidR="322A8BF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</w:t>
            </w:r>
            <w:r w:rsidRPr="06AAC683" w:rsidR="3986882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M</w:t>
            </w:r>
            <w:r w:rsidRPr="06AAC683" w:rsidR="322A8BF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ake sure </w:t>
            </w:r>
            <w:r w:rsidRPr="06AAC683" w:rsidR="322A8BF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you</w:t>
            </w:r>
            <w:r w:rsidRPr="06AAC683" w:rsidR="3986882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’</w:t>
            </w:r>
            <w:r w:rsidRPr="06AAC683" w:rsidR="322A8BF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r</w:t>
            </w:r>
            <w:r w:rsidRPr="06AAC683" w:rsidR="3986882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e</w:t>
            </w:r>
            <w:r w:rsidRPr="06AAC683" w:rsidR="05F06C20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</w:t>
            </w:r>
            <w:r w:rsidRPr="06AAC683" w:rsidR="322A8BF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protected</w:t>
            </w:r>
            <w:r w:rsidRPr="06AAC683" w:rsidR="3986882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 this year</w:t>
            </w:r>
            <w:r w:rsidRPr="06AAC683" w:rsidR="0A3F6055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—get vaccinated</w:t>
            </w:r>
            <w:r w:rsidRPr="06AAC683" w:rsidR="514AF8CC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, y’all</w:t>
            </w:r>
            <w:r w:rsidRPr="06AAC683" w:rsidR="322A8BF4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. #FightFlu #DontWaitVaccinate #EveryDoseMatters </w:t>
            </w:r>
          </w:p>
        </w:tc>
        <w:tc>
          <w:tcPr>
            <w:tcW w:w="873" w:type="pct"/>
            <w:shd w:val="clear" w:color="auto" w:fill="auto"/>
            <w:tcMar/>
          </w:tcPr>
          <w:p w:rsidRPr="00033A26" w:rsidR="0027769D" w:rsidP="06AAC683" w:rsidRDefault="001F01CA" w14:paraId="147A8EC2" w14:textId="46A0E17A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1532F8" w:rsidP="06AAC683" w:rsidRDefault="001532F8" w14:paraId="5DE0C57C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1532F8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3EA95F81" w:rsidP="06AAC683" w:rsidRDefault="001532F8" w14:paraId="0AF4BB9B" w14:textId="130502D0">
            <w:pPr>
              <w:spacing w:line="240" w:lineRule="auto"/>
              <w:rPr>
                <w:rFonts w:ascii="Verdana" w:hAnsi="Verdana" w:asciiTheme="minorAscii" w:hAnsiTheme="minorAscii"/>
                <w:color w:val="000000" w:themeColor="text1"/>
                <w:sz w:val="24"/>
                <w:szCs w:val="24"/>
              </w:rPr>
            </w:pPr>
            <w:r w:rsidRPr="06AAC683" w:rsidR="001532F8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865" w:type="pct"/>
            <w:tcMar/>
          </w:tcPr>
          <w:p w:rsidRPr="00033A26" w:rsidR="3EA95F81" w:rsidP="06AAC683" w:rsidRDefault="3EA95F81" w14:paraId="295604FB" w14:textId="7D8B6915">
            <w:pPr>
              <w:spacing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3EA95F81">
              <w:rPr>
                <w:rFonts w:ascii="Verdana" w:hAnsi="Verdana" w:asciiTheme="minorAscii" w:hAnsiTheme="minorAscii"/>
                <w:sz w:val="24"/>
                <w:szCs w:val="24"/>
              </w:rPr>
              <w:t xml:space="preserve">Getting sick </w:t>
            </w:r>
            <w:r w:rsidRPr="06AAC683" w:rsidR="00726507">
              <w:rPr>
                <w:rFonts w:ascii="Verdana" w:hAnsi="Verdana" w:asciiTheme="minorAscii" w:hAnsiTheme="minorAscii"/>
                <w:sz w:val="24"/>
                <w:szCs w:val="24"/>
              </w:rPr>
              <w:t>is not fun</w:t>
            </w:r>
          </w:p>
        </w:tc>
      </w:tr>
      <w:tr w:rsidRPr="00033A26" w:rsidR="561D7D5C" w:rsidTr="06AAC683" w14:paraId="13F5E03A" w14:textId="77777777">
        <w:trPr>
          <w:trHeight w:val="300"/>
        </w:trPr>
        <w:tc>
          <w:tcPr>
            <w:tcW w:w="3261" w:type="pct"/>
            <w:shd w:val="clear" w:color="auto" w:fill="auto"/>
            <w:tcMar/>
          </w:tcPr>
          <w:p w:rsidRPr="00033A26" w:rsidR="561D7D5C" w:rsidP="202A6D1E" w:rsidRDefault="561D7D5C" w14:paraId="0B70F37E" w14:textId="10DCA2A0">
            <w:pPr>
              <w:spacing w:before="120" w:line="240" w:lineRule="auto"/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</w:pPr>
            <w:bookmarkStart w:name="_Hlk112757361" w:id="976"/>
            <w:r w:rsidRPr="202A6D1E" w:rsidR="3C3D1082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Sharing </w:t>
            </w:r>
            <w:r w:rsidRPr="202A6D1E" w:rsidR="4349956A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time with friends and family is fun</w:t>
            </w:r>
            <w:r w:rsidRPr="202A6D1E" w:rsidR="3C3D1082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, but sharing the flu is not. </w:t>
            </w:r>
            <w:r w:rsidRPr="202A6D1E" w:rsidR="4349956A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Enjoy the holiday season</w:t>
            </w:r>
            <w:r w:rsidRPr="202A6D1E" w:rsidR="3986882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, virus</w:t>
            </w:r>
            <w:r w:rsidRPr="202A6D1E" w:rsidR="514AF8CC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>-</w:t>
            </w:r>
            <w:r w:rsidRPr="202A6D1E" w:rsidR="39868829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free. </w:t>
            </w:r>
            <w:r w:rsidRPr="202A6D1E" w:rsidR="3C3D1082">
              <w:rPr>
                <w:rFonts w:ascii="Verdana" w:hAnsi="Verdana" w:eastAsia="Verdana" w:asciiTheme="minorAscii" w:hAnsiTheme="minorAscii" w:eastAsiaTheme="minorAscii"/>
                <w:sz w:val="24"/>
                <w:szCs w:val="24"/>
              </w:rPr>
              <w:t xml:space="preserve">#DontWaitVaccinate #EveryDoseMatters </w:t>
            </w:r>
            <w:bookmarkEnd w:id="976"/>
          </w:p>
        </w:tc>
        <w:tc>
          <w:tcPr>
            <w:tcW w:w="873" w:type="pct"/>
            <w:shd w:val="clear" w:color="auto" w:fill="auto"/>
            <w:tcMar/>
          </w:tcPr>
          <w:p w:rsidRPr="00033A26" w:rsidR="0027769D" w:rsidP="06AAC683" w:rsidRDefault="001F01CA" w14:paraId="375A3812" w14:textId="5C5A7016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1F01CA">
              <w:rPr>
                <w:rFonts w:ascii="Verdana" w:hAnsi="Verdana" w:asciiTheme="minorAscii" w:hAnsiTheme="minorAscii"/>
                <w:sz w:val="24"/>
                <w:szCs w:val="24"/>
              </w:rPr>
              <w:t>Threads</w:t>
            </w:r>
          </w:p>
          <w:p w:rsidRPr="00033A26" w:rsidR="001532F8" w:rsidP="06AAC683" w:rsidRDefault="001532F8" w14:paraId="1BC32ED8" w14:textId="77777777">
            <w:pPr>
              <w:widowControl w:val="1"/>
              <w:spacing w:before="120"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1532F8">
              <w:rPr>
                <w:rFonts w:ascii="Verdana" w:hAnsi="Verdana" w:asciiTheme="minorAscii" w:hAnsiTheme="minorAscii"/>
                <w:sz w:val="24"/>
                <w:szCs w:val="24"/>
              </w:rPr>
              <w:t>Facebook</w:t>
            </w:r>
          </w:p>
          <w:p w:rsidRPr="00033A26" w:rsidR="561D7D5C" w:rsidP="06AAC683" w:rsidRDefault="001532F8" w14:paraId="6E869DAA" w14:textId="29E8CAF1">
            <w:pPr>
              <w:spacing w:line="240" w:lineRule="auto"/>
              <w:rPr>
                <w:rFonts w:ascii="Verdana" w:hAnsi="Verdana" w:asciiTheme="minorAscii" w:hAnsiTheme="minorAscii"/>
                <w:color w:val="000000" w:themeColor="text1"/>
                <w:sz w:val="24"/>
                <w:szCs w:val="24"/>
              </w:rPr>
            </w:pPr>
            <w:r w:rsidRPr="06AAC683" w:rsidR="001532F8">
              <w:rPr>
                <w:rFonts w:ascii="Verdana" w:hAnsi="Verdana" w:asciiTheme="minorAscii" w:hAnsiTheme="minorAscii"/>
                <w:sz w:val="24"/>
                <w:szCs w:val="24"/>
              </w:rPr>
              <w:t>Instagram</w:t>
            </w:r>
          </w:p>
        </w:tc>
        <w:tc>
          <w:tcPr>
            <w:tcW w:w="865" w:type="pct"/>
            <w:tcMar/>
          </w:tcPr>
          <w:p w:rsidRPr="00033A26" w:rsidR="561D7D5C" w:rsidP="06AAC683" w:rsidRDefault="561D7D5C" w14:paraId="60447E9F" w14:textId="77777777">
            <w:pPr>
              <w:spacing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561D7D5C">
              <w:rPr>
                <w:rFonts w:ascii="Verdana" w:hAnsi="Verdana" w:asciiTheme="minorAscii" w:hAnsiTheme="minorAscii"/>
                <w:sz w:val="24"/>
                <w:szCs w:val="24"/>
              </w:rPr>
              <w:t>Protect the ones you love</w:t>
            </w:r>
          </w:p>
          <w:p w:rsidRPr="00033A26" w:rsidR="00663474" w:rsidP="06AAC683" w:rsidRDefault="00663474" w14:paraId="2A03DB7A" w14:textId="5F7F0A44">
            <w:pPr>
              <w:spacing w:line="240" w:lineRule="auto"/>
              <w:rPr>
                <w:rFonts w:ascii="Verdana" w:hAnsi="Verdana" w:asciiTheme="minorAscii" w:hAnsiTheme="minorAscii"/>
                <w:sz w:val="24"/>
                <w:szCs w:val="24"/>
              </w:rPr>
            </w:pPr>
            <w:r w:rsidRPr="06AAC683" w:rsidR="00663474">
              <w:rPr>
                <w:rFonts w:ascii="Verdana" w:hAnsi="Verdana" w:asciiTheme="minorAscii" w:hAnsiTheme="minorAscii"/>
                <w:sz w:val="24"/>
                <w:szCs w:val="24"/>
              </w:rPr>
              <w:t>Getting sick is not fun</w:t>
            </w:r>
          </w:p>
        </w:tc>
      </w:tr>
    </w:tbl>
    <w:p w:rsidRPr="00033A26" w:rsidR="00B9759D" w:rsidP="06AAC683" w:rsidRDefault="00B9759D" w14:paraId="06FEB18F" w14:textId="77777777">
      <w:pPr>
        <w:spacing w:before="120"/>
        <w:rPr>
          <w:rFonts w:ascii="Verdana" w:hAnsi="Verdana" w:asciiTheme="minorAscii" w:hAnsiTheme="minorAscii"/>
          <w:sz w:val="24"/>
          <w:szCs w:val="24"/>
        </w:rPr>
      </w:pPr>
    </w:p>
    <w:sectPr w:rsidRPr="00033A26" w:rsidR="00B9759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Zu6sDYFU" int2:invalidationBookmarkName="" int2:hashCode="0Bw7WX4iLzWWw/" int2:id="kLVetIQg">
      <int2:state int2:type="AugLoop_Text_Critique" int2:value="Rejected"/>
    </int2:bookmark>
    <int2:bookmark int2:bookmarkName="_Int_LqLKUXsq" int2:invalidationBookmarkName="" int2:hashCode="KlHgaJBaAM+dSt" int2:id="HeSQvhPp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 w:asciiTheme="minorHAnsi" w:hAnsiTheme="minorHAnsi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hint="default" w:asciiTheme="minorHAnsi" w:hAnsiTheme="minorHAnsi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hint="default" w:asciiTheme="minorHAnsi" w:hAnsiTheme="minorHAnsi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hint="default" w:asciiTheme="minorHAnsi" w:hAnsiTheme="minorHAnsi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hint="default" w:asciiTheme="minorHAnsi" w:hAnsiTheme="minorHAnsi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ACF59A2"/>
    <w:multiLevelType w:val="hybridMultilevel"/>
    <w:tmpl w:val="8A42A3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hint="default" w:asciiTheme="minorHAnsi" w:hAnsiTheme="minorHAnsi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A62EEB"/>
    <w:multiLevelType w:val="hybridMultilevel"/>
    <w:tmpl w:val="739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Times New Roman" w:hAnsi="Times New Roman" w:cs="Times New Roman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hint="default" w:ascii="Webdings" w:hAnsi="Webdings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hint="default" w:ascii="Times New Roman" w:hAnsi="Times New Roman" w:cs="Times New Roman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hint="default" w:ascii="Times New Roman" w:hAnsi="Times New Roman" w:cs="Times New Roman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hint="default" w:ascii="Times New Roman" w:hAnsi="Times New Roman" w:cs="Times New Roman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416592890">
    <w:abstractNumId w:val="10"/>
  </w:num>
  <w:num w:numId="2" w16cid:durableId="1676574093">
    <w:abstractNumId w:val="10"/>
  </w:num>
  <w:num w:numId="3" w16cid:durableId="1454056687">
    <w:abstractNumId w:val="10"/>
  </w:num>
  <w:num w:numId="4" w16cid:durableId="757290002">
    <w:abstractNumId w:val="9"/>
  </w:num>
  <w:num w:numId="5" w16cid:durableId="453865411">
    <w:abstractNumId w:val="7"/>
  </w:num>
  <w:num w:numId="6" w16cid:durableId="256601906">
    <w:abstractNumId w:val="6"/>
  </w:num>
  <w:num w:numId="7" w16cid:durableId="1502499953">
    <w:abstractNumId w:val="5"/>
  </w:num>
  <w:num w:numId="8" w16cid:durableId="690641469">
    <w:abstractNumId w:val="4"/>
  </w:num>
  <w:num w:numId="9" w16cid:durableId="648175050">
    <w:abstractNumId w:val="8"/>
  </w:num>
  <w:num w:numId="10" w16cid:durableId="877547027">
    <w:abstractNumId w:val="3"/>
  </w:num>
  <w:num w:numId="11" w16cid:durableId="1091122999">
    <w:abstractNumId w:val="2"/>
  </w:num>
  <w:num w:numId="12" w16cid:durableId="1107428715">
    <w:abstractNumId w:val="1"/>
  </w:num>
  <w:num w:numId="13" w16cid:durableId="577400044">
    <w:abstractNumId w:val="0"/>
  </w:num>
  <w:num w:numId="14" w16cid:durableId="69693479">
    <w:abstractNumId w:val="10"/>
  </w:num>
  <w:num w:numId="15" w16cid:durableId="1719014636">
    <w:abstractNumId w:val="18"/>
  </w:num>
  <w:num w:numId="16" w16cid:durableId="2053335702">
    <w:abstractNumId w:val="18"/>
  </w:num>
  <w:num w:numId="17" w16cid:durableId="1320311166">
    <w:abstractNumId w:val="13"/>
  </w:num>
  <w:num w:numId="18" w16cid:durableId="1330791224">
    <w:abstractNumId w:val="18"/>
  </w:num>
  <w:num w:numId="19" w16cid:durableId="1968537523">
    <w:abstractNumId w:val="12"/>
  </w:num>
  <w:num w:numId="20" w16cid:durableId="1951936413">
    <w:abstractNumId w:val="18"/>
  </w:num>
  <w:num w:numId="21" w16cid:durableId="174347848">
    <w:abstractNumId w:val="18"/>
  </w:num>
  <w:num w:numId="22" w16cid:durableId="1952055744">
    <w:abstractNumId w:val="18"/>
  </w:num>
  <w:num w:numId="23" w16cid:durableId="93671948">
    <w:abstractNumId w:val="18"/>
  </w:num>
  <w:num w:numId="24" w16cid:durableId="658382716">
    <w:abstractNumId w:val="18"/>
  </w:num>
  <w:num w:numId="25" w16cid:durableId="1112939186">
    <w:abstractNumId w:val="16"/>
  </w:num>
  <w:num w:numId="26" w16cid:durableId="440956865">
    <w:abstractNumId w:val="18"/>
  </w:num>
  <w:num w:numId="27" w16cid:durableId="1825589311">
    <w:abstractNumId w:val="15"/>
  </w:num>
  <w:num w:numId="28" w16cid:durableId="1384937683">
    <w:abstractNumId w:val="13"/>
  </w:num>
  <w:num w:numId="29" w16cid:durableId="1076169660">
    <w:abstractNumId w:val="18"/>
  </w:num>
  <w:num w:numId="30" w16cid:durableId="1494948794">
    <w:abstractNumId w:val="16"/>
  </w:num>
  <w:num w:numId="31" w16cid:durableId="612250219">
    <w:abstractNumId w:val="18"/>
  </w:num>
  <w:num w:numId="32" w16cid:durableId="760293028">
    <w:abstractNumId w:val="15"/>
  </w:num>
  <w:num w:numId="33" w16cid:durableId="1377898273">
    <w:abstractNumId w:val="18"/>
  </w:num>
  <w:num w:numId="34" w16cid:durableId="835878373">
    <w:abstractNumId w:val="13"/>
  </w:num>
  <w:num w:numId="35" w16cid:durableId="2062290946">
    <w:abstractNumId w:val="16"/>
  </w:num>
  <w:num w:numId="36" w16cid:durableId="985935220">
    <w:abstractNumId w:val="18"/>
  </w:num>
  <w:num w:numId="37" w16cid:durableId="1052078871">
    <w:abstractNumId w:val="15"/>
  </w:num>
  <w:num w:numId="38" w16cid:durableId="4944658">
    <w:abstractNumId w:val="16"/>
  </w:num>
  <w:num w:numId="39" w16cid:durableId="260651346">
    <w:abstractNumId w:val="11"/>
  </w:num>
  <w:num w:numId="40" w16cid:durableId="374743763">
    <w:abstractNumId w:val="14"/>
  </w:num>
  <w:num w:numId="41" w16cid:durableId="1436247604">
    <w:abstractNumId w:val="1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59D"/>
    <w:rsid w:val="00015723"/>
    <w:rsid w:val="00031D7D"/>
    <w:rsid w:val="00033A26"/>
    <w:rsid w:val="0004311A"/>
    <w:rsid w:val="00045C58"/>
    <w:rsid w:val="00046B61"/>
    <w:rsid w:val="00051D10"/>
    <w:rsid w:val="00086875"/>
    <w:rsid w:val="000A0A58"/>
    <w:rsid w:val="000A623B"/>
    <w:rsid w:val="000B27B8"/>
    <w:rsid w:val="000B44A0"/>
    <w:rsid w:val="000D7C15"/>
    <w:rsid w:val="000E13F0"/>
    <w:rsid w:val="000E195D"/>
    <w:rsid w:val="000E2123"/>
    <w:rsid w:val="000E4E6A"/>
    <w:rsid w:val="000E59AC"/>
    <w:rsid w:val="00101773"/>
    <w:rsid w:val="00101FC8"/>
    <w:rsid w:val="0011178A"/>
    <w:rsid w:val="001177DB"/>
    <w:rsid w:val="00121D85"/>
    <w:rsid w:val="00134B57"/>
    <w:rsid w:val="00137340"/>
    <w:rsid w:val="00143D54"/>
    <w:rsid w:val="0014DD9E"/>
    <w:rsid w:val="001532F8"/>
    <w:rsid w:val="001602AC"/>
    <w:rsid w:val="00166857"/>
    <w:rsid w:val="001748C1"/>
    <w:rsid w:val="001752D0"/>
    <w:rsid w:val="0018441C"/>
    <w:rsid w:val="0019695A"/>
    <w:rsid w:val="001C2959"/>
    <w:rsid w:val="001C4441"/>
    <w:rsid w:val="001C58C3"/>
    <w:rsid w:val="001C6029"/>
    <w:rsid w:val="001E1F14"/>
    <w:rsid w:val="001E2EB0"/>
    <w:rsid w:val="001E7579"/>
    <w:rsid w:val="001F01CA"/>
    <w:rsid w:val="001F43D1"/>
    <w:rsid w:val="002215CF"/>
    <w:rsid w:val="00262D61"/>
    <w:rsid w:val="00264BA3"/>
    <w:rsid w:val="00266781"/>
    <w:rsid w:val="00271C65"/>
    <w:rsid w:val="0027769D"/>
    <w:rsid w:val="002905D7"/>
    <w:rsid w:val="00292AB2"/>
    <w:rsid w:val="00295723"/>
    <w:rsid w:val="002A6E3B"/>
    <w:rsid w:val="002B030F"/>
    <w:rsid w:val="002B7D0B"/>
    <w:rsid w:val="002C2D64"/>
    <w:rsid w:val="002C3AAB"/>
    <w:rsid w:val="002C6C02"/>
    <w:rsid w:val="002D2503"/>
    <w:rsid w:val="002D3978"/>
    <w:rsid w:val="002D56A2"/>
    <w:rsid w:val="002E010D"/>
    <w:rsid w:val="002E164D"/>
    <w:rsid w:val="002E56CE"/>
    <w:rsid w:val="003056D0"/>
    <w:rsid w:val="003058D7"/>
    <w:rsid w:val="0032052B"/>
    <w:rsid w:val="003254EF"/>
    <w:rsid w:val="0034030F"/>
    <w:rsid w:val="0034271E"/>
    <w:rsid w:val="00345F8A"/>
    <w:rsid w:val="00355113"/>
    <w:rsid w:val="00355DAE"/>
    <w:rsid w:val="00364FDE"/>
    <w:rsid w:val="00375B44"/>
    <w:rsid w:val="00376E38"/>
    <w:rsid w:val="003819B7"/>
    <w:rsid w:val="00393D3E"/>
    <w:rsid w:val="003A2C00"/>
    <w:rsid w:val="003B0A02"/>
    <w:rsid w:val="003C310D"/>
    <w:rsid w:val="003C61F2"/>
    <w:rsid w:val="003F1869"/>
    <w:rsid w:val="004011B0"/>
    <w:rsid w:val="00407BE6"/>
    <w:rsid w:val="0040A95D"/>
    <w:rsid w:val="00410BE6"/>
    <w:rsid w:val="0041487D"/>
    <w:rsid w:val="00414BBA"/>
    <w:rsid w:val="00421038"/>
    <w:rsid w:val="0043102D"/>
    <w:rsid w:val="00441269"/>
    <w:rsid w:val="00442793"/>
    <w:rsid w:val="004566CC"/>
    <w:rsid w:val="004654AE"/>
    <w:rsid w:val="00467816"/>
    <w:rsid w:val="00472A0A"/>
    <w:rsid w:val="00473485"/>
    <w:rsid w:val="00480F0F"/>
    <w:rsid w:val="0048558F"/>
    <w:rsid w:val="00486D89"/>
    <w:rsid w:val="004973F9"/>
    <w:rsid w:val="004A1A49"/>
    <w:rsid w:val="004A2D9D"/>
    <w:rsid w:val="004B3E1A"/>
    <w:rsid w:val="004D6A84"/>
    <w:rsid w:val="004D73F0"/>
    <w:rsid w:val="004E024A"/>
    <w:rsid w:val="004E41D3"/>
    <w:rsid w:val="004F12A0"/>
    <w:rsid w:val="004F6143"/>
    <w:rsid w:val="005119ED"/>
    <w:rsid w:val="0051523E"/>
    <w:rsid w:val="00524C35"/>
    <w:rsid w:val="00526CA1"/>
    <w:rsid w:val="005363BE"/>
    <w:rsid w:val="0054717D"/>
    <w:rsid w:val="00556A3F"/>
    <w:rsid w:val="00562D3C"/>
    <w:rsid w:val="0056783F"/>
    <w:rsid w:val="00583EF4"/>
    <w:rsid w:val="00587111"/>
    <w:rsid w:val="005A2687"/>
    <w:rsid w:val="005B630F"/>
    <w:rsid w:val="005C4E39"/>
    <w:rsid w:val="005D5C05"/>
    <w:rsid w:val="005E65AD"/>
    <w:rsid w:val="005F1C88"/>
    <w:rsid w:val="005F6B5F"/>
    <w:rsid w:val="00601428"/>
    <w:rsid w:val="00655F5D"/>
    <w:rsid w:val="00660035"/>
    <w:rsid w:val="00663474"/>
    <w:rsid w:val="00664C18"/>
    <w:rsid w:val="0066715B"/>
    <w:rsid w:val="006724E1"/>
    <w:rsid w:val="006733E7"/>
    <w:rsid w:val="00674A13"/>
    <w:rsid w:val="006909E2"/>
    <w:rsid w:val="00693406"/>
    <w:rsid w:val="006B1320"/>
    <w:rsid w:val="006B3BA8"/>
    <w:rsid w:val="006D0015"/>
    <w:rsid w:val="006D1CD5"/>
    <w:rsid w:val="006D71AF"/>
    <w:rsid w:val="006F5E8E"/>
    <w:rsid w:val="006F6C3B"/>
    <w:rsid w:val="007007DD"/>
    <w:rsid w:val="00705097"/>
    <w:rsid w:val="007051A3"/>
    <w:rsid w:val="00706746"/>
    <w:rsid w:val="007179C4"/>
    <w:rsid w:val="00721856"/>
    <w:rsid w:val="007247A3"/>
    <w:rsid w:val="00726507"/>
    <w:rsid w:val="007271C4"/>
    <w:rsid w:val="00737AB4"/>
    <w:rsid w:val="007419FD"/>
    <w:rsid w:val="00751D6B"/>
    <w:rsid w:val="00770971"/>
    <w:rsid w:val="007934C6"/>
    <w:rsid w:val="00797433"/>
    <w:rsid w:val="007A221C"/>
    <w:rsid w:val="007B3AD0"/>
    <w:rsid w:val="007B4E06"/>
    <w:rsid w:val="007C087B"/>
    <w:rsid w:val="007C4258"/>
    <w:rsid w:val="007E6521"/>
    <w:rsid w:val="00800A9F"/>
    <w:rsid w:val="00812B75"/>
    <w:rsid w:val="00813E21"/>
    <w:rsid w:val="00833018"/>
    <w:rsid w:val="008335FC"/>
    <w:rsid w:val="0084132E"/>
    <w:rsid w:val="008453ED"/>
    <w:rsid w:val="00845480"/>
    <w:rsid w:val="008752BA"/>
    <w:rsid w:val="00890DBF"/>
    <w:rsid w:val="0089319D"/>
    <w:rsid w:val="008A276A"/>
    <w:rsid w:val="008A354A"/>
    <w:rsid w:val="008A7E8B"/>
    <w:rsid w:val="008B0B37"/>
    <w:rsid w:val="008B3310"/>
    <w:rsid w:val="008C08E1"/>
    <w:rsid w:val="008C5BB2"/>
    <w:rsid w:val="008E5B10"/>
    <w:rsid w:val="008E60C6"/>
    <w:rsid w:val="008F3406"/>
    <w:rsid w:val="00900A3C"/>
    <w:rsid w:val="0090336C"/>
    <w:rsid w:val="00904625"/>
    <w:rsid w:val="00907E04"/>
    <w:rsid w:val="00931C05"/>
    <w:rsid w:val="009408CB"/>
    <w:rsid w:val="00941260"/>
    <w:rsid w:val="00943571"/>
    <w:rsid w:val="00946A50"/>
    <w:rsid w:val="00952F7B"/>
    <w:rsid w:val="0095441A"/>
    <w:rsid w:val="0096540E"/>
    <w:rsid w:val="00973878"/>
    <w:rsid w:val="009863D6"/>
    <w:rsid w:val="00987E82"/>
    <w:rsid w:val="00996F1F"/>
    <w:rsid w:val="009E3FC8"/>
    <w:rsid w:val="009E7560"/>
    <w:rsid w:val="009F19D6"/>
    <w:rsid w:val="009F58D6"/>
    <w:rsid w:val="009F72A2"/>
    <w:rsid w:val="00A06719"/>
    <w:rsid w:val="00A15D38"/>
    <w:rsid w:val="00A224A2"/>
    <w:rsid w:val="00A25613"/>
    <w:rsid w:val="00A33264"/>
    <w:rsid w:val="00A3795E"/>
    <w:rsid w:val="00A37A94"/>
    <w:rsid w:val="00A45CB1"/>
    <w:rsid w:val="00A5592B"/>
    <w:rsid w:val="00A57BA6"/>
    <w:rsid w:val="00A7390F"/>
    <w:rsid w:val="00A80B8F"/>
    <w:rsid w:val="00A85EF7"/>
    <w:rsid w:val="00A90CE1"/>
    <w:rsid w:val="00A914CB"/>
    <w:rsid w:val="00A92AD5"/>
    <w:rsid w:val="00A97ABC"/>
    <w:rsid w:val="00AB1D9A"/>
    <w:rsid w:val="00AB5387"/>
    <w:rsid w:val="00AF5E84"/>
    <w:rsid w:val="00B018ED"/>
    <w:rsid w:val="00B01B26"/>
    <w:rsid w:val="00B35EE3"/>
    <w:rsid w:val="00B535BE"/>
    <w:rsid w:val="00B63435"/>
    <w:rsid w:val="00B75990"/>
    <w:rsid w:val="00B81878"/>
    <w:rsid w:val="00B9745C"/>
    <w:rsid w:val="00B9759D"/>
    <w:rsid w:val="00BA6C8F"/>
    <w:rsid w:val="00BB1E8B"/>
    <w:rsid w:val="00BC7A6D"/>
    <w:rsid w:val="00BD5B89"/>
    <w:rsid w:val="00BE7F74"/>
    <w:rsid w:val="00BF5732"/>
    <w:rsid w:val="00BF6147"/>
    <w:rsid w:val="00C210BC"/>
    <w:rsid w:val="00C212A5"/>
    <w:rsid w:val="00C22431"/>
    <w:rsid w:val="00C44B14"/>
    <w:rsid w:val="00C57FEA"/>
    <w:rsid w:val="00C904C9"/>
    <w:rsid w:val="00CA6447"/>
    <w:rsid w:val="00CB4CB2"/>
    <w:rsid w:val="00CC6774"/>
    <w:rsid w:val="00CD0AEA"/>
    <w:rsid w:val="00CD2A50"/>
    <w:rsid w:val="00D00392"/>
    <w:rsid w:val="00D079AB"/>
    <w:rsid w:val="00D1182B"/>
    <w:rsid w:val="00D17138"/>
    <w:rsid w:val="00D20BFF"/>
    <w:rsid w:val="00D27541"/>
    <w:rsid w:val="00D32752"/>
    <w:rsid w:val="00D40BBC"/>
    <w:rsid w:val="00D4186C"/>
    <w:rsid w:val="00D53B97"/>
    <w:rsid w:val="00D5479C"/>
    <w:rsid w:val="00D55BE9"/>
    <w:rsid w:val="00D629B0"/>
    <w:rsid w:val="00D90962"/>
    <w:rsid w:val="00D91D64"/>
    <w:rsid w:val="00DA2EBD"/>
    <w:rsid w:val="00DC285B"/>
    <w:rsid w:val="00DD5035"/>
    <w:rsid w:val="00DD6BA8"/>
    <w:rsid w:val="00DE0A22"/>
    <w:rsid w:val="00DE1794"/>
    <w:rsid w:val="00DF3009"/>
    <w:rsid w:val="00E06C3D"/>
    <w:rsid w:val="00E24DB5"/>
    <w:rsid w:val="00E276CA"/>
    <w:rsid w:val="00E303D0"/>
    <w:rsid w:val="00E32B90"/>
    <w:rsid w:val="00E43489"/>
    <w:rsid w:val="00E46582"/>
    <w:rsid w:val="00E51F83"/>
    <w:rsid w:val="00E62C78"/>
    <w:rsid w:val="00E855AC"/>
    <w:rsid w:val="00E93DAE"/>
    <w:rsid w:val="00EA094C"/>
    <w:rsid w:val="00EA13F1"/>
    <w:rsid w:val="00EB198F"/>
    <w:rsid w:val="00ED10CC"/>
    <w:rsid w:val="00EF30B6"/>
    <w:rsid w:val="00EF6E1E"/>
    <w:rsid w:val="00EF79BD"/>
    <w:rsid w:val="00F03EC4"/>
    <w:rsid w:val="00F05007"/>
    <w:rsid w:val="00F06515"/>
    <w:rsid w:val="00F165F7"/>
    <w:rsid w:val="00F16A28"/>
    <w:rsid w:val="00F250AC"/>
    <w:rsid w:val="00F254EA"/>
    <w:rsid w:val="00F36E4C"/>
    <w:rsid w:val="00F42439"/>
    <w:rsid w:val="00F44533"/>
    <w:rsid w:val="00F47144"/>
    <w:rsid w:val="00F62617"/>
    <w:rsid w:val="00F72EBE"/>
    <w:rsid w:val="00F858A0"/>
    <w:rsid w:val="00F86030"/>
    <w:rsid w:val="00F955EF"/>
    <w:rsid w:val="00F961F9"/>
    <w:rsid w:val="00FC04BF"/>
    <w:rsid w:val="00FD363A"/>
    <w:rsid w:val="00FE21F0"/>
    <w:rsid w:val="00FE49F6"/>
    <w:rsid w:val="00FE5803"/>
    <w:rsid w:val="00FF4B45"/>
    <w:rsid w:val="01A1E14F"/>
    <w:rsid w:val="01C7241C"/>
    <w:rsid w:val="01CF7649"/>
    <w:rsid w:val="022CDA3B"/>
    <w:rsid w:val="03367A2E"/>
    <w:rsid w:val="037FFC3F"/>
    <w:rsid w:val="03A0F96B"/>
    <w:rsid w:val="0408DE5D"/>
    <w:rsid w:val="05112C6C"/>
    <w:rsid w:val="053D0A92"/>
    <w:rsid w:val="05F06C20"/>
    <w:rsid w:val="06AAC683"/>
    <w:rsid w:val="074851AE"/>
    <w:rsid w:val="07D2A983"/>
    <w:rsid w:val="08184610"/>
    <w:rsid w:val="088194C2"/>
    <w:rsid w:val="090AC434"/>
    <w:rsid w:val="09E900AB"/>
    <w:rsid w:val="0A3F6055"/>
    <w:rsid w:val="0A6CA85F"/>
    <w:rsid w:val="0AA5AD5A"/>
    <w:rsid w:val="0B0F71F4"/>
    <w:rsid w:val="0B4BB4A9"/>
    <w:rsid w:val="0C0230BE"/>
    <w:rsid w:val="0C58CC85"/>
    <w:rsid w:val="0C986056"/>
    <w:rsid w:val="0CCB408E"/>
    <w:rsid w:val="0CEC0560"/>
    <w:rsid w:val="0D283F52"/>
    <w:rsid w:val="0DE645BE"/>
    <w:rsid w:val="0E5ECFE5"/>
    <w:rsid w:val="0FE8C841"/>
    <w:rsid w:val="107DF822"/>
    <w:rsid w:val="1183C9AE"/>
    <w:rsid w:val="1278417E"/>
    <w:rsid w:val="14023BDC"/>
    <w:rsid w:val="15DC12C0"/>
    <w:rsid w:val="16D0D257"/>
    <w:rsid w:val="19661652"/>
    <w:rsid w:val="1A98518D"/>
    <w:rsid w:val="1ABA5914"/>
    <w:rsid w:val="1B5BBB5E"/>
    <w:rsid w:val="1BD2476D"/>
    <w:rsid w:val="1BF4170A"/>
    <w:rsid w:val="1BFA537B"/>
    <w:rsid w:val="1C0EE6D4"/>
    <w:rsid w:val="1C856950"/>
    <w:rsid w:val="1CBD2478"/>
    <w:rsid w:val="1CFEE5A5"/>
    <w:rsid w:val="1D3D4CDE"/>
    <w:rsid w:val="1D5C0352"/>
    <w:rsid w:val="1D6390B6"/>
    <w:rsid w:val="1F0CECFD"/>
    <w:rsid w:val="1F777BAB"/>
    <w:rsid w:val="1F829E99"/>
    <w:rsid w:val="2008F16D"/>
    <w:rsid w:val="202A6D1E"/>
    <w:rsid w:val="20EBF82A"/>
    <w:rsid w:val="2111D745"/>
    <w:rsid w:val="216EE2CD"/>
    <w:rsid w:val="22894228"/>
    <w:rsid w:val="2347B56C"/>
    <w:rsid w:val="26597BE9"/>
    <w:rsid w:val="268AA855"/>
    <w:rsid w:val="27D85AAF"/>
    <w:rsid w:val="282AC723"/>
    <w:rsid w:val="293878F7"/>
    <w:rsid w:val="294B8E44"/>
    <w:rsid w:val="2954D540"/>
    <w:rsid w:val="2A8C34B1"/>
    <w:rsid w:val="2A9F9540"/>
    <w:rsid w:val="2ABE6F6A"/>
    <w:rsid w:val="2B3287F7"/>
    <w:rsid w:val="2B6A5C17"/>
    <w:rsid w:val="2BCCDB1E"/>
    <w:rsid w:val="2C32824E"/>
    <w:rsid w:val="2CDF87EA"/>
    <w:rsid w:val="2DBFA78E"/>
    <w:rsid w:val="2F3859AB"/>
    <w:rsid w:val="309638D7"/>
    <w:rsid w:val="30AE0100"/>
    <w:rsid w:val="318BBD07"/>
    <w:rsid w:val="322A8BF4"/>
    <w:rsid w:val="33C737D5"/>
    <w:rsid w:val="33FB9C39"/>
    <w:rsid w:val="3532C376"/>
    <w:rsid w:val="353A7ED2"/>
    <w:rsid w:val="356B3454"/>
    <w:rsid w:val="357DA328"/>
    <w:rsid w:val="35831431"/>
    <w:rsid w:val="35EBCC2C"/>
    <w:rsid w:val="361A6A0C"/>
    <w:rsid w:val="3652190D"/>
    <w:rsid w:val="36B74328"/>
    <w:rsid w:val="380A240F"/>
    <w:rsid w:val="384E0923"/>
    <w:rsid w:val="392E28C7"/>
    <w:rsid w:val="39868829"/>
    <w:rsid w:val="39CB6683"/>
    <w:rsid w:val="3A805A9A"/>
    <w:rsid w:val="3A9315E2"/>
    <w:rsid w:val="3B2B4A3A"/>
    <w:rsid w:val="3BE9BD7E"/>
    <w:rsid w:val="3C22EEEB"/>
    <w:rsid w:val="3C26F9B8"/>
    <w:rsid w:val="3C3D1082"/>
    <w:rsid w:val="3CBD0206"/>
    <w:rsid w:val="3DB8DBE2"/>
    <w:rsid w:val="3E5A98CF"/>
    <w:rsid w:val="3E6CF43F"/>
    <w:rsid w:val="3EA95F81"/>
    <w:rsid w:val="3ED2E634"/>
    <w:rsid w:val="3F10553F"/>
    <w:rsid w:val="3FD77F57"/>
    <w:rsid w:val="4050FBAC"/>
    <w:rsid w:val="40F2E2F7"/>
    <w:rsid w:val="41AA97A5"/>
    <w:rsid w:val="41B4FDDF"/>
    <w:rsid w:val="41DC8D97"/>
    <w:rsid w:val="43014742"/>
    <w:rsid w:val="4349956A"/>
    <w:rsid w:val="43899B4E"/>
    <w:rsid w:val="43E4F552"/>
    <w:rsid w:val="4495405E"/>
    <w:rsid w:val="44B92D35"/>
    <w:rsid w:val="45DA1F53"/>
    <w:rsid w:val="45FD048F"/>
    <w:rsid w:val="4667D5C3"/>
    <w:rsid w:val="4699CB73"/>
    <w:rsid w:val="46B8B54C"/>
    <w:rsid w:val="471CFABB"/>
    <w:rsid w:val="47858CC0"/>
    <w:rsid w:val="47F2F683"/>
    <w:rsid w:val="48209C5F"/>
    <w:rsid w:val="4932159B"/>
    <w:rsid w:val="49D31046"/>
    <w:rsid w:val="4AD01CFB"/>
    <w:rsid w:val="4B096BD0"/>
    <w:rsid w:val="4BEA00B1"/>
    <w:rsid w:val="4C80BBE3"/>
    <w:rsid w:val="4E6DA60B"/>
    <w:rsid w:val="4F53768B"/>
    <w:rsid w:val="503A8D1D"/>
    <w:rsid w:val="503D05F5"/>
    <w:rsid w:val="507996CE"/>
    <w:rsid w:val="514AF8CC"/>
    <w:rsid w:val="52084CAC"/>
    <w:rsid w:val="5269CAE4"/>
    <w:rsid w:val="52C33DBA"/>
    <w:rsid w:val="52E61E6A"/>
    <w:rsid w:val="53B2C8C6"/>
    <w:rsid w:val="53BAA74B"/>
    <w:rsid w:val="53DA68DB"/>
    <w:rsid w:val="55015E9D"/>
    <w:rsid w:val="5533E2D7"/>
    <w:rsid w:val="55CB0BA1"/>
    <w:rsid w:val="561D7D5C"/>
    <w:rsid w:val="56947C33"/>
    <w:rsid w:val="57399090"/>
    <w:rsid w:val="57EF5492"/>
    <w:rsid w:val="58A27386"/>
    <w:rsid w:val="59CB857D"/>
    <w:rsid w:val="59E5362F"/>
    <w:rsid w:val="5AC4045D"/>
    <w:rsid w:val="5B4F2D67"/>
    <w:rsid w:val="5B58DD8E"/>
    <w:rsid w:val="5BE51619"/>
    <w:rsid w:val="5C803ECE"/>
    <w:rsid w:val="5CA3895D"/>
    <w:rsid w:val="5CB222AC"/>
    <w:rsid w:val="5D1D05B2"/>
    <w:rsid w:val="5EBA9C7B"/>
    <w:rsid w:val="5F3BD385"/>
    <w:rsid w:val="5FCD78EF"/>
    <w:rsid w:val="5FF79485"/>
    <w:rsid w:val="6138ACFA"/>
    <w:rsid w:val="613B74AB"/>
    <w:rsid w:val="62CF2F4D"/>
    <w:rsid w:val="63A1EBC6"/>
    <w:rsid w:val="643E3A68"/>
    <w:rsid w:val="64F45551"/>
    <w:rsid w:val="65327ED2"/>
    <w:rsid w:val="67370B59"/>
    <w:rsid w:val="678D3D1F"/>
    <w:rsid w:val="6799D792"/>
    <w:rsid w:val="67E77F03"/>
    <w:rsid w:val="686095BF"/>
    <w:rsid w:val="68C83162"/>
    <w:rsid w:val="69C69EAD"/>
    <w:rsid w:val="69EBE17A"/>
    <w:rsid w:val="69ECDA8B"/>
    <w:rsid w:val="6A291DB4"/>
    <w:rsid w:val="6A9765B7"/>
    <w:rsid w:val="6AE790F8"/>
    <w:rsid w:val="6BD11230"/>
    <w:rsid w:val="6CA3C604"/>
    <w:rsid w:val="6CFBD9A8"/>
    <w:rsid w:val="6D1B300F"/>
    <w:rsid w:val="6D9C6719"/>
    <w:rsid w:val="6EDBB758"/>
    <w:rsid w:val="6F43A1D8"/>
    <w:rsid w:val="6FB37A37"/>
    <w:rsid w:val="706B2EE5"/>
    <w:rsid w:val="710D1630"/>
    <w:rsid w:val="718D511B"/>
    <w:rsid w:val="72685058"/>
    <w:rsid w:val="7289FCB8"/>
    <w:rsid w:val="72A58C92"/>
    <w:rsid w:val="747F6376"/>
    <w:rsid w:val="74BD9BCF"/>
    <w:rsid w:val="7582CDA9"/>
    <w:rsid w:val="760226EB"/>
    <w:rsid w:val="778A9E2E"/>
    <w:rsid w:val="77F2ACDB"/>
    <w:rsid w:val="7863A896"/>
    <w:rsid w:val="7877963A"/>
    <w:rsid w:val="78B21A53"/>
    <w:rsid w:val="7A117AAE"/>
    <w:rsid w:val="7A4EB6E8"/>
    <w:rsid w:val="7B496A47"/>
    <w:rsid w:val="7C4519C5"/>
    <w:rsid w:val="7C97DB1D"/>
    <w:rsid w:val="7D03C53A"/>
    <w:rsid w:val="7D086FC1"/>
    <w:rsid w:val="7D253969"/>
    <w:rsid w:val="7D346BA2"/>
    <w:rsid w:val="7DB668E9"/>
    <w:rsid w:val="7DD4EC22"/>
    <w:rsid w:val="7DF87DF1"/>
    <w:rsid w:val="7E6BCDBD"/>
    <w:rsid w:val="7F8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4F478"/>
  <w15:chartTrackingRefBased/>
  <w15:docId w15:val="{8D7724C4-81B9-4AA8-B7D0-56F38294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59D"/>
    <w:pPr>
      <w:widowControl w:val="0"/>
      <w:overflowPunct w:val="0"/>
      <w:autoSpaceDE w:val="0"/>
      <w:autoSpaceDN w:val="0"/>
      <w:adjustRightInd w:val="0"/>
      <w:spacing w:after="120" w:line="285" w:lineRule="auto"/>
    </w:pPr>
    <w:rPr>
      <w:rFonts w:ascii="Calibri" w:hAnsi="Calibri" w:eastAsia="Times New Roman" w:cs="Calibri"/>
      <w:color w:val="000000"/>
      <w:kern w:val="28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C7D2E"/>
    <w:rPr>
      <w:rFonts w:ascii="Verdana" w:hAnsi="Verdana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C7D2E"/>
    <w:rPr>
      <w:rFonts w:ascii="Verdana" w:hAnsi="Verdana" w:eastAsiaTheme="majorEastAsia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C7D2E"/>
    <w:rPr>
      <w:rFonts w:ascii="Verdana" w:hAnsi="Verdana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DC7D2E"/>
    <w:rPr>
      <w:rFonts w:ascii="Verdana" w:hAnsi="Verdana" w:eastAsiaTheme="minorEastAsia"/>
      <w:color w:val="5A5A5A" w:themeColor="text1" w:themeTint="A5"/>
      <w:spacing w:val="15"/>
      <w:sz w:val="24"/>
    </w:rPr>
  </w:style>
  <w:style w:type="numbering" w:styleId="HHSNumbering" w:customStyle="1">
    <w:name w:val="HHSNumbering"/>
    <w:pPr>
      <w:numPr>
        <w:numId w:val="17"/>
      </w:numPr>
    </w:pPr>
  </w:style>
  <w:style w:type="numbering" w:styleId="HHSBullets" w:customStyle="1">
    <w:name w:val="HHSBullets"/>
    <w:pPr>
      <w:numPr>
        <w:numId w:val="15"/>
      </w:numPr>
    </w:pPr>
  </w:style>
  <w:style w:type="character" w:styleId="Hyperlink">
    <w:name w:val="Hyperlink"/>
    <w:uiPriority w:val="99"/>
    <w:unhideWhenUsed/>
    <w:rsid w:val="00B9759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9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759D"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uiPriority w:val="99"/>
    <w:rsid w:val="00B9759D"/>
    <w:rPr>
      <w:rFonts w:ascii="Calibri" w:hAnsi="Calibri" w:eastAsia="Times New Roman" w:cs="Calibri"/>
      <w:color w:val="000000"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59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9759D"/>
    <w:rPr>
      <w:rFonts w:ascii="Calibri" w:hAnsi="Calibri" w:eastAsia="Times New Roman" w:cs="Calibri"/>
      <w:b/>
      <w:bCs/>
      <w:color w:val="000000"/>
      <w:kern w:val="28"/>
      <w:sz w:val="20"/>
      <w:szCs w:val="20"/>
    </w:rPr>
  </w:style>
  <w:style w:type="paragraph" w:styleId="ListParagraph">
    <w:name w:val="List Paragraph"/>
    <w:basedOn w:val="Normal"/>
    <w:uiPriority w:val="34"/>
    <w:qFormat/>
    <w:rsid w:val="00B9759D"/>
    <w:pPr>
      <w:widowControl/>
      <w:overflowPunct/>
      <w:autoSpaceDE/>
      <w:autoSpaceDN/>
      <w:adjustRightInd/>
      <w:spacing w:after="160" w:line="256" w:lineRule="auto"/>
      <w:ind w:left="720"/>
      <w:contextualSpacing/>
    </w:pPr>
    <w:rPr>
      <w:rFonts w:ascii="Verdana" w:hAnsi="Verdana" w:eastAsiaTheme="minorHAnsi" w:cstheme="minorBidi"/>
      <w:color w:val="auto"/>
      <w:kern w:val="0"/>
      <w:sz w:val="24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858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6F1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F01CA"/>
    <w:pPr>
      <w:spacing w:after="0" w:line="240" w:lineRule="auto"/>
    </w:pPr>
    <w:rPr>
      <w:rFonts w:ascii="Calibri" w:hAnsi="Calibri" w:eastAsia="Times New Roman" w:cs="Calibri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592B"/>
    <w:rPr>
      <w:rFonts w:ascii="Segoe UI" w:hAnsi="Segoe UI" w:eastAsia="Times New Roman" w:cs="Segoe UI"/>
      <w:color w:val="000000"/>
      <w:kern w:val="28"/>
      <w:sz w:val="18"/>
      <w:szCs w:val="18"/>
    </w:rPr>
  </w:style>
  <w:style w:type="character" w:styleId="cf01" w:customStyle="1">
    <w:name w:val="cf01"/>
    <w:basedOn w:val="DefaultParagraphFont"/>
    <w:rsid w:val="005119ED"/>
    <w:rPr>
      <w:rFonts w:hint="default"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Relationship Type="http://schemas.microsoft.com/office/2020/10/relationships/intelligence" Target="intelligence2.xml" Id="Rf7431800fd4d497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d3dbd9dc-68e6-4c84-afc0-7226d7b2d4d3">
      <Terms xmlns="http://schemas.microsoft.com/office/infopath/2007/PartnerControls"/>
    </lcf76f155ced4ddcb4097134ff3c332f>
    <Approved xmlns="d3dbd9dc-68e6-4c84-afc0-7226d7b2d4d3">
      <Value>PIET Approved</Value>
    </Approved>
    <Reviewneeded xmlns="d3dbd9dc-68e6-4c84-afc0-7226d7b2d4d3">
      <UserInfo>
        <DisplayName/>
        <AccountId xsi:nil="true"/>
        <AccountType/>
      </UserInfo>
    </Reviewneed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172CCA30CB64BB4D09A3E79737DF4" ma:contentTypeVersion="19" ma:contentTypeDescription="Create a new document." ma:contentTypeScope="" ma:versionID="6eef747aae353b6c3b14e6f58f1361cf">
  <xsd:schema xmlns:xsd="http://www.w3.org/2001/XMLSchema" xmlns:xs="http://www.w3.org/2001/XMLSchema" xmlns:p="http://schemas.microsoft.com/office/2006/metadata/properties" xmlns:ns2="d3dbd9dc-68e6-4c84-afc0-7226d7b2d4d3" xmlns:ns3="f3949e13-657a-4e2b-8ee6-55bc2c5bab5b" xmlns:ns4="d853a810-d2a2-4c28-9ad9-9100c9a22e04" targetNamespace="http://schemas.microsoft.com/office/2006/metadata/properties" ma:root="true" ma:fieldsID="9b965061107a4febcf05269602742616" ns2:_="" ns3:_="" ns4:_="">
    <xsd:import namespace="d3dbd9dc-68e6-4c84-afc0-7226d7b2d4d3"/>
    <xsd:import namespace="f3949e13-657a-4e2b-8ee6-55bc2c5bab5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Approved" minOccurs="0"/>
                <xsd:element ref="ns2:MediaServiceSearchProperties" minOccurs="0"/>
                <xsd:element ref="ns2:Reviewneed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bd9dc-68e6-4c84-afc0-7226d7b2d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pproved" ma:index="24" nillable="true" ma:displayName="Approved" ma:default="PIET Approved" ma:description="After your section has approved and the page is approved please mark. Once all teams have approved I can send to stakeholders. " ma:format="Dropdown" ma:internalName="Approved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IS Approved"/>
                    <xsd:enumeration value="ACE Approved"/>
                    <xsd:enumeration value="TVFC Approved"/>
                    <xsd:enumeration value="ASN Approved"/>
                    <xsd:enumeration value="PIET Approved"/>
                    <xsd:enumeration value="IQIP Approved"/>
                    <xsd:enumeration value="Other Approved"/>
                    <xsd:enumeration value="Design Approved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ewneeded" ma:index="26" nillable="true" ma:displayName="Review needed" ma:format="Dropdown" ma:list="UserInfo" ma:SharePointGroup="0" ma:internalName="Reviewneed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49e13-657a-4e2b-8ee6-55bc2c5bab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33dc0f2-316f-4d55-a8d5-6a6eb2561bd1}" ma:internalName="TaxCatchAll" ma:showField="CatchAllData" ma:web="f3949e13-657a-4e2b-8ee6-55bc2c5bab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046DFC-7A4E-4010-BEA6-D3163C384A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A887D-3617-4B09-A580-805C2523A3FD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d3dbd9dc-68e6-4c84-afc0-7226d7b2d4d3"/>
  </ds:schemaRefs>
</ds:datastoreItem>
</file>

<file path=customXml/itemProps3.xml><?xml version="1.0" encoding="utf-8"?>
<ds:datastoreItem xmlns:ds="http://schemas.openxmlformats.org/officeDocument/2006/customXml" ds:itemID="{B3F72847-789A-4CAB-A305-D922FCECC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bd9dc-68e6-4c84-afc0-7226d7b2d4d3"/>
    <ds:schemaRef ds:uri="f3949e13-657a-4e2b-8ee6-55bc2c5bab5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HHSC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Walderman,Ava (DSHS)</dc:creator>
  <keywords/>
  <dc:description/>
  <lastModifiedBy>Null,Camille (DSHS)</lastModifiedBy>
  <revision>128</revision>
  <dcterms:created xsi:type="dcterms:W3CDTF">2024-07-22T16:31:00.0000000Z</dcterms:created>
  <dcterms:modified xsi:type="dcterms:W3CDTF">2024-10-15T18:11:06.9397724Z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21b5326ced0f0a20df74c0bc8d6e010754a8e9a461cc020371371935a180bfe9</vt:lpwstr>
  </property>
  <property fmtid="{D5CDD505-2E9C-101B-9397-08002B2CF9AE}" pid="3" name="ContentTypeId">
    <vt:lpwstr>0x0101003D5172CCA30CB64BB4D09A3E79737DF4</vt:lpwstr>
  </property>
  <property fmtid="{D5CDD505-2E9C-101B-9397-08002B2CF9AE}" pid="4" name="MediaServiceImageTags">
    <vt:lpwstr/>
  </property>
</Properties>
</file>